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6135E7" w:rsidRDefault="008903DE">
      <w:r>
        <w:rPr>
          <w:noProof/>
        </w:rPr>
        <w:drawing>
          <wp:anchor distT="0" distB="0" distL="118745" distR="118745" simplePos="0" relativeHeight="251692037" behindDoc="0" locked="0" layoutInCell="1" allowOverlap="1">
            <wp:simplePos x="0" y="0"/>
            <wp:positionH relativeFrom="page">
              <wp:posOffset>8051800</wp:posOffset>
            </wp:positionH>
            <wp:positionV relativeFrom="page">
              <wp:posOffset>1371600</wp:posOffset>
            </wp:positionV>
            <wp:extent cx="1547495" cy="1031240"/>
            <wp:effectExtent l="25400" t="0" r="1905" b="0"/>
            <wp:wrapTight wrapText="bothSides">
              <wp:wrapPolygon edited="0">
                <wp:start x="6736" y="532"/>
                <wp:lineTo x="3900" y="2128"/>
                <wp:lineTo x="-355" y="6916"/>
                <wp:lineTo x="-355" y="11172"/>
                <wp:lineTo x="1773" y="17557"/>
                <wp:lineTo x="2482" y="18089"/>
                <wp:lineTo x="6736" y="20749"/>
                <wp:lineTo x="7800" y="20749"/>
                <wp:lineTo x="13472" y="20749"/>
                <wp:lineTo x="14536" y="20749"/>
                <wp:lineTo x="18790" y="18089"/>
                <wp:lineTo x="18790" y="17557"/>
                <wp:lineTo x="19499" y="17557"/>
                <wp:lineTo x="21627" y="11172"/>
                <wp:lineTo x="21627" y="6916"/>
                <wp:lineTo x="17372" y="2128"/>
                <wp:lineTo x="14536" y="532"/>
                <wp:lineTo x="6736" y="532"/>
              </wp:wrapPolygon>
            </wp:wrapTight>
            <wp:docPr id="6" name="Placeholder" descr="placeholder-base---neutr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ceholder-base---neutral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47495" cy="103124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923EA3">
        <w:rPr>
          <w:noProof/>
        </w:rPr>
        <w:drawing>
          <wp:anchor distT="0" distB="0" distL="118745" distR="118745" simplePos="0" relativeHeight="251692036" behindDoc="0" locked="0" layoutInCell="1" allowOverlap="1">
            <wp:simplePos x="0" y="0"/>
            <wp:positionH relativeFrom="page">
              <wp:posOffset>6925310</wp:posOffset>
            </wp:positionH>
            <wp:positionV relativeFrom="page">
              <wp:posOffset>850900</wp:posOffset>
            </wp:positionV>
            <wp:extent cx="1291590" cy="968375"/>
            <wp:effectExtent l="25400" t="0" r="3810" b="0"/>
            <wp:wrapTight wrapText="bothSides">
              <wp:wrapPolygon edited="0">
                <wp:start x="6796" y="567"/>
                <wp:lineTo x="3823" y="1700"/>
                <wp:lineTo x="-425" y="7365"/>
                <wp:lineTo x="-425" y="11898"/>
                <wp:lineTo x="2549" y="18696"/>
                <wp:lineTo x="3398" y="19263"/>
                <wp:lineTo x="7646" y="20963"/>
                <wp:lineTo x="8920" y="20963"/>
                <wp:lineTo x="12319" y="20963"/>
                <wp:lineTo x="13593" y="20963"/>
                <wp:lineTo x="17841" y="19263"/>
                <wp:lineTo x="18690" y="18696"/>
                <wp:lineTo x="21664" y="11898"/>
                <wp:lineTo x="21664" y="7365"/>
                <wp:lineTo x="17416" y="1700"/>
                <wp:lineTo x="14442" y="567"/>
                <wp:lineTo x="6796" y="567"/>
              </wp:wrapPolygon>
            </wp:wrapTight>
            <wp:docPr id="5" name="Placeholder" descr="placeholder-base---neutr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ceholder-base---neutr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91590" cy="96837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923EA3">
        <w:rPr>
          <w:noProof/>
        </w:rPr>
        <w:drawing>
          <wp:anchor distT="0" distB="0" distL="118745" distR="118745" simplePos="0" relativeHeight="251692034" behindDoc="0" locked="0" layoutInCell="1" allowOverlap="1">
            <wp:simplePos x="0" y="0"/>
            <wp:positionH relativeFrom="page">
              <wp:posOffset>3822700</wp:posOffset>
            </wp:positionH>
            <wp:positionV relativeFrom="page">
              <wp:posOffset>848360</wp:posOffset>
            </wp:positionV>
            <wp:extent cx="2178685" cy="1450975"/>
            <wp:effectExtent l="177800" t="152400" r="208915" b="123825"/>
            <wp:wrapTight wrapText="bothSides">
              <wp:wrapPolygon edited="0">
                <wp:start x="-252" y="-2269"/>
                <wp:lineTo x="-1259" y="-1512"/>
                <wp:lineTo x="-1763" y="21931"/>
                <wp:lineTo x="-504" y="23443"/>
                <wp:lineTo x="-252" y="23443"/>
                <wp:lineTo x="21405" y="23443"/>
                <wp:lineTo x="21908" y="23443"/>
                <wp:lineTo x="22916" y="22309"/>
                <wp:lineTo x="22916" y="21931"/>
                <wp:lineTo x="23419" y="16259"/>
                <wp:lineTo x="23419" y="3781"/>
                <wp:lineTo x="23671" y="1134"/>
                <wp:lineTo x="22664" y="-1512"/>
                <wp:lineTo x="21405" y="-2269"/>
                <wp:lineTo x="-252" y="-2269"/>
              </wp:wrapPolygon>
            </wp:wrapTight>
            <wp:docPr id="1071" name="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ceholder-base---neutral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78685" cy="1450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527872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63" type="#_x0000_t202" style="position:absolute;margin-left:538.6pt;margin-top:356.2pt;width:221.4pt;height:124.3pt;z-index:251673600;mso-wrap-edited:f;mso-position-horizontal-relative:page;mso-position-vertical-relative:page" wrapcoords="0 0 21600 0 21600 21600 0 21600 0 0" filled="f" stroked="f">
            <v:fill o:detectmouseclick="t"/>
            <v:textbox style="mso-next-textbox:#_x0000_s2063" inset=",0,,0">
              <w:txbxContent>
                <w:p w:rsidR="00527872" w:rsidRDefault="00CA3519" w:rsidP="006135E7">
                  <w:pPr>
                    <w:pStyle w:val="Title"/>
                    <w:rPr>
                      <w:rFonts w:ascii="Futura" w:hAnsi="Futura"/>
                      <w:sz w:val="56"/>
                    </w:rPr>
                  </w:pPr>
                  <w:r>
                    <w:rPr>
                      <w:rFonts w:ascii="Futura" w:hAnsi="Futura"/>
                      <w:sz w:val="56"/>
                    </w:rPr>
                    <w:t>Bah</w:t>
                  </w:r>
                  <w:r w:rsidRPr="006135E7">
                    <w:rPr>
                      <w:rFonts w:ascii="Futura" w:hAnsi="Futura"/>
                      <w:sz w:val="56"/>
                    </w:rPr>
                    <w:t>amas</w:t>
                  </w:r>
                </w:p>
                <w:p w:rsidR="00527872" w:rsidRDefault="00527872" w:rsidP="00527872"/>
                <w:p w:rsidR="00CA3519" w:rsidRPr="00527872" w:rsidRDefault="00527872" w:rsidP="00527872">
                  <w:pPr>
                    <w:rPr>
                      <w:rFonts w:ascii="Futura Condensed" w:hAnsi="Futura Condensed"/>
                      <w:b/>
                      <w:color w:val="FFFFFF" w:themeColor="background1"/>
                    </w:rPr>
                  </w:pPr>
                  <w:r w:rsidRPr="00527872">
                    <w:rPr>
                      <w:rFonts w:ascii="Futura Condensed" w:hAnsi="Futura Condensed"/>
                      <w:b/>
                      <w:color w:val="FFFFFF" w:themeColor="background1"/>
                    </w:rPr>
                    <w:t xml:space="preserve">By: Emily </w:t>
                  </w:r>
                  <w:proofErr w:type="spellStart"/>
                  <w:r w:rsidRPr="00527872">
                    <w:rPr>
                      <w:rFonts w:ascii="Futura Condensed" w:hAnsi="Futura Condensed"/>
                      <w:b/>
                      <w:color w:val="FFFFFF" w:themeColor="background1"/>
                    </w:rPr>
                    <w:t>Arlantico</w:t>
                  </w:r>
                  <w:proofErr w:type="spellEnd"/>
                  <w:r w:rsidRPr="00527872">
                    <w:rPr>
                      <w:rFonts w:ascii="Futura Condensed" w:hAnsi="Futura Condensed"/>
                      <w:b/>
                      <w:color w:val="FFFFFF" w:themeColor="background1"/>
                    </w:rPr>
                    <w:t xml:space="preserve"> and </w:t>
                  </w:r>
                  <w:proofErr w:type="spellStart"/>
                  <w:r w:rsidRPr="00527872">
                    <w:rPr>
                      <w:rFonts w:ascii="Futura Condensed" w:hAnsi="Futura Condensed"/>
                      <w:b/>
                      <w:color w:val="FFFFFF" w:themeColor="background1"/>
                    </w:rPr>
                    <w:t>Tahsin</w:t>
                  </w:r>
                  <w:proofErr w:type="spellEnd"/>
                  <w:r w:rsidRPr="00527872">
                    <w:rPr>
                      <w:rFonts w:ascii="Futura Condensed" w:hAnsi="Futura Condensed"/>
                      <w:b/>
                      <w:color w:val="FFFFFF" w:themeColor="background1"/>
                    </w:rPr>
                    <w:t xml:space="preserve"> Islam</w:t>
                  </w:r>
                </w:p>
              </w:txbxContent>
            </v:textbox>
            <w10:wrap type="tight" anchorx="page" anchory="page"/>
          </v:shape>
        </w:pict>
      </w:r>
      <w:r w:rsidR="00CA3519">
        <w:rPr>
          <w:noProof/>
        </w:rPr>
        <w:drawing>
          <wp:anchor distT="0" distB="0" distL="118745" distR="118745" simplePos="0" relativeHeight="251692033" behindDoc="0" locked="0" layoutInCell="1" allowOverlap="1">
            <wp:simplePos x="0" y="0"/>
            <wp:positionH relativeFrom="page">
              <wp:posOffset>571500</wp:posOffset>
            </wp:positionH>
            <wp:positionV relativeFrom="page">
              <wp:posOffset>5304155</wp:posOffset>
            </wp:positionV>
            <wp:extent cx="2120900" cy="2046605"/>
            <wp:effectExtent l="25400" t="0" r="0" b="0"/>
            <wp:wrapTight wrapText="bothSides">
              <wp:wrapPolygon edited="0">
                <wp:start x="8019" y="268"/>
                <wp:lineTo x="6467" y="536"/>
                <wp:lineTo x="1552" y="4021"/>
                <wp:lineTo x="-259" y="8846"/>
                <wp:lineTo x="0" y="13136"/>
                <wp:lineTo x="2069" y="17425"/>
                <wp:lineTo x="2069" y="18229"/>
                <wp:lineTo x="7243" y="21178"/>
                <wp:lineTo x="8537" y="21178"/>
                <wp:lineTo x="12675" y="21178"/>
                <wp:lineTo x="13969" y="21178"/>
                <wp:lineTo x="19143" y="18229"/>
                <wp:lineTo x="19401" y="17425"/>
                <wp:lineTo x="21471" y="13404"/>
                <wp:lineTo x="21471" y="8578"/>
                <wp:lineTo x="19919" y="4021"/>
                <wp:lineTo x="15780" y="1072"/>
                <wp:lineTo x="13451" y="268"/>
                <wp:lineTo x="8019" y="268"/>
              </wp:wrapPolygon>
            </wp:wrapTight>
            <wp:docPr id="13" name="Placeholder" descr="placeholder-base---neutr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ceholder-base---neutral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20900" cy="204660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CA3519">
        <w:rPr>
          <w:noProof/>
        </w:rPr>
        <w:drawing>
          <wp:anchor distT="0" distB="0" distL="118745" distR="118745" simplePos="0" relativeHeight="251692035" behindDoc="0" locked="0" layoutInCell="1" allowOverlap="1">
            <wp:simplePos x="0" y="0"/>
            <wp:positionH relativeFrom="page">
              <wp:posOffset>7226300</wp:posOffset>
            </wp:positionH>
            <wp:positionV relativeFrom="page">
              <wp:posOffset>2400935</wp:posOffset>
            </wp:positionV>
            <wp:extent cx="2045970" cy="1362710"/>
            <wp:effectExtent l="0" t="0" r="11430" b="0"/>
            <wp:wrapTight wrapText="bothSides">
              <wp:wrapPolygon edited="0">
                <wp:start x="1073" y="0"/>
                <wp:lineTo x="0" y="403"/>
                <wp:lineTo x="0" y="20936"/>
                <wp:lineTo x="21453" y="20936"/>
                <wp:lineTo x="21721" y="19728"/>
                <wp:lineTo x="21721" y="2013"/>
                <wp:lineTo x="21453" y="403"/>
                <wp:lineTo x="20380" y="0"/>
                <wp:lineTo x="1073" y="0"/>
              </wp:wrapPolygon>
            </wp:wrapTight>
            <wp:docPr id="11" name="Placeholder" descr="placeholder-base---neutr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ceholder-base---neutral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45970" cy="13627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CA3519">
        <w:rPr>
          <w:noProof/>
        </w:rPr>
        <w:pict>
          <v:shape id="_x0000_s2289" type="#_x0000_t202" style="position:absolute;margin-left:45pt;margin-top:124pt;width:189pt;height:281.65pt;z-index:251659264;mso-wrap-edited:f;mso-position-horizontal-relative:page;mso-position-vertical-relative:page" wrapcoords="0 0 21600 0 21600 21600 0 21600 0 0" o:regroupid="13" mv:complextextbox="1" filled="f" stroked="f">
            <v:fill o:detectmouseclick="t"/>
            <v:textbox style="mso-next-textbox:#_x0000_s2289" inset=",7.2pt,,7.2pt">
              <w:txbxContent>
                <w:p w:rsidR="00CA3519" w:rsidRPr="00DD54E5" w:rsidRDefault="00CA3519" w:rsidP="006135E7">
                  <w:pPr>
                    <w:rPr>
                      <w:rFonts w:ascii="Futura Condensed" w:hAnsi="Futura Condensed" w:cs="Times New Roman"/>
                      <w:sz w:val="36"/>
                      <w:szCs w:val="20"/>
                    </w:rPr>
                  </w:pPr>
                  <w:proofErr w:type="gramStart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El hotel </w:t>
                  </w:r>
                  <w:proofErr w:type="spellStart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>es</w:t>
                  </w:r>
                  <w:proofErr w:type="spell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 “Atlantis”.</w:t>
                  </w:r>
                  <w:proofErr w:type="gram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 </w:t>
                  </w:r>
                  <w:proofErr w:type="spellStart"/>
                  <w:proofErr w:type="gramStart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>Está</w:t>
                  </w:r>
                  <w:proofErr w:type="spell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 </w:t>
                  </w:r>
                  <w:proofErr w:type="spellStart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>cerca</w:t>
                  </w:r>
                  <w:proofErr w:type="spell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 de la playa, el </w:t>
                  </w:r>
                  <w:proofErr w:type="spellStart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>parque</w:t>
                  </w:r>
                  <w:proofErr w:type="spell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>, y el cine.</w:t>
                  </w:r>
                  <w:proofErr w:type="gram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 </w:t>
                  </w:r>
                  <w:proofErr w:type="gramStart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Es </w:t>
                  </w:r>
                  <w:proofErr w:type="spellStart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>magnífico</w:t>
                  </w:r>
                  <w:proofErr w:type="spell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 y </w:t>
                  </w:r>
                  <w:proofErr w:type="spellStart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>grande</w:t>
                  </w:r>
                  <w:proofErr w:type="spell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>.</w:t>
                  </w:r>
                  <w:proofErr w:type="gram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 </w:t>
                  </w:r>
                  <w:proofErr w:type="gramStart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El hotel </w:t>
                  </w:r>
                  <w:proofErr w:type="spellStart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>tiene</w:t>
                  </w:r>
                  <w:proofErr w:type="spell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 mucho comida.</w:t>
                  </w:r>
                  <w:proofErr w:type="gram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 </w:t>
                  </w:r>
                  <w:proofErr w:type="spellStart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>Proporciona</w:t>
                  </w:r>
                  <w:proofErr w:type="spell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 </w:t>
                  </w:r>
                  <w:proofErr w:type="gramStart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>un</w:t>
                  </w:r>
                  <w:proofErr w:type="gram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 </w:t>
                  </w:r>
                  <w:proofErr w:type="spellStart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>parque</w:t>
                  </w:r>
                  <w:proofErr w:type="spell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 </w:t>
                  </w:r>
                  <w:proofErr w:type="spellStart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>acuático</w:t>
                  </w:r>
                  <w:proofErr w:type="spell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, </w:t>
                  </w:r>
                  <w:proofErr w:type="spellStart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>una</w:t>
                  </w:r>
                  <w:proofErr w:type="spell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 </w:t>
                  </w:r>
                  <w:proofErr w:type="spellStart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>biblioteca</w:t>
                  </w:r>
                  <w:proofErr w:type="spell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, un </w:t>
                  </w:r>
                  <w:proofErr w:type="spellStart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>centro</w:t>
                  </w:r>
                  <w:proofErr w:type="spell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 </w:t>
                  </w:r>
                  <w:proofErr w:type="spellStart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>comercial</w:t>
                  </w:r>
                  <w:proofErr w:type="spell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, y </w:t>
                  </w:r>
                  <w:proofErr w:type="spellStart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>servicio</w:t>
                  </w:r>
                  <w:proofErr w:type="spell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 </w:t>
                  </w:r>
                  <w:proofErr w:type="spellStart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>habitaciones</w:t>
                  </w:r>
                  <w:proofErr w:type="spell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. </w:t>
                  </w:r>
                  <w:proofErr w:type="spellStart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>Tiene</w:t>
                  </w:r>
                  <w:proofErr w:type="spell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 </w:t>
                  </w:r>
                  <w:proofErr w:type="gramStart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>un</w:t>
                  </w:r>
                  <w:proofErr w:type="gram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 </w:t>
                  </w:r>
                  <w:proofErr w:type="spellStart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>restaurante</w:t>
                  </w:r>
                  <w:proofErr w:type="spell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 con Bobby Flay. </w:t>
                  </w:r>
                  <w:proofErr w:type="spellStart"/>
                  <w:proofErr w:type="gramStart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>Él</w:t>
                  </w:r>
                  <w:proofErr w:type="spell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 </w:t>
                  </w:r>
                  <w:proofErr w:type="spellStart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>cocina</w:t>
                  </w:r>
                  <w:proofErr w:type="spell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 en el </w:t>
                  </w:r>
                  <w:proofErr w:type="spellStart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>restaurante</w:t>
                  </w:r>
                  <w:proofErr w:type="spell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>.</w:t>
                  </w:r>
                  <w:proofErr w:type="gram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 </w:t>
                  </w:r>
                  <w:proofErr w:type="gramStart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El hotel </w:t>
                  </w:r>
                  <w:proofErr w:type="spellStart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>cuesta</w:t>
                  </w:r>
                  <w:proofErr w:type="spell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 $169 </w:t>
                  </w:r>
                  <w:proofErr w:type="spellStart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>por</w:t>
                  </w:r>
                  <w:proofErr w:type="spell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 </w:t>
                  </w:r>
                  <w:proofErr w:type="spellStart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>noche</w:t>
                  </w:r>
                  <w:proofErr w:type="spell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>.</w:t>
                  </w:r>
                  <w:proofErr w:type="gramEnd"/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   </w:t>
                  </w:r>
                </w:p>
                <w:p w:rsidR="00CA3519" w:rsidRPr="006135E7" w:rsidRDefault="00CA3519" w:rsidP="006135E7">
                  <w:pPr>
                    <w:rPr>
                      <w:rFonts w:ascii="Times" w:hAnsi="Times"/>
                      <w:sz w:val="20"/>
                      <w:szCs w:val="20"/>
                    </w:rPr>
                  </w:pPr>
                </w:p>
                <w:p w:rsidR="00CA3519" w:rsidRDefault="00CA3519" w:rsidP="006135E7">
                  <w:pPr>
                    <w:pStyle w:val="BodyText"/>
                  </w:pPr>
                </w:p>
              </w:txbxContent>
            </v:textbox>
            <w10:wrap type="tight" anchorx="page" anchory="page"/>
          </v:shape>
        </w:pict>
      </w:r>
      <w:r w:rsidR="00F22A43">
        <w:rPr>
          <w:noProof/>
        </w:rPr>
        <w:pict>
          <v:shape id="_x0000_s2050" type="#_x0000_t202" style="position:absolute;margin-left:54pt;margin-top:90.25pt;width:172.4pt;height:33.75pt;z-index:251658240;mso-wrap-edited:f;mso-position-horizontal-relative:page;mso-position-vertical-relative:page" wrapcoords="0 0 21600 0 21600 21600 0 21600 0 0" filled="f" stroked="f">
            <v:fill o:detectmouseclick="t"/>
            <v:textbox style="mso-next-textbox:#_x0000_s2050" inset=",7.2pt,,7.2pt">
              <w:txbxContent>
                <w:p w:rsidR="00CA3519" w:rsidRPr="00573AA5" w:rsidRDefault="00CA3519" w:rsidP="006135E7">
                  <w:pPr>
                    <w:pStyle w:val="Heading3"/>
                    <w:rPr>
                      <w:rFonts w:ascii="Futura" w:hAnsi="Futura"/>
                    </w:rPr>
                  </w:pPr>
                  <w:r w:rsidRPr="00573AA5">
                    <w:rPr>
                      <w:rFonts w:ascii="Futura" w:hAnsi="Futura"/>
                    </w:rPr>
                    <w:t>Atlantis (El Hotel)</w:t>
                  </w:r>
                </w:p>
              </w:txbxContent>
            </v:textbox>
            <w10:wrap type="tight" anchorx="page" anchory="page"/>
          </v:shape>
        </w:pict>
      </w:r>
      <w:r w:rsidR="00F22A43">
        <w:rPr>
          <w:noProof/>
        </w:rPr>
        <w:pict>
          <v:shape id="_x0000_s2275" type="#_x0000_t202" style="position:absolute;margin-left:234pt;margin-top:184.85pt;width:1in;height:1in;z-index:251693065;mso-wrap-edited:f;mso-position-horizontal-relative:page;mso-position-vertical-relative:page" wrapcoords="0 0 21600 0 21600 21600 0 21600 0 0" mv:complextextbox="1" filled="f" stroked="f">
            <v:fill o:detectmouseclick="t"/>
            <v:textbox inset=",7.2pt,,7.2pt">
              <w:txbxContent>
                <w:p w:rsidR="00CA3519" w:rsidRDefault="00CA3519"/>
              </w:txbxContent>
            </v:textbox>
            <w10:wrap type="tight" anchorx="page" anchory="page"/>
          </v:shape>
        </w:pict>
      </w:r>
      <w:r w:rsidR="00F22A43">
        <w:rPr>
          <w:noProof/>
        </w:rPr>
        <w:pict>
          <v:shape id="_x0000_s2209" type="#_x0000_t202" style="position:absolute;margin-left:560pt;margin-top:338.2pt;width:180pt;height:36pt;z-index:251672576;mso-wrap-edited:f;mso-position-horizontal-relative:page;mso-position-vertical-relative:page" wrapcoords="0 0 21600 0 21600 21600 0 21600 0 0" o:regroupid="7" filled="f" stroked="f">
            <v:fill o:detectmouseclick="t"/>
            <v:textbox style="mso-next-textbox:#_x0000_s2209" inset=",0,,0">
              <w:txbxContent>
                <w:p w:rsidR="00CA3519" w:rsidRPr="006135E7" w:rsidRDefault="00CA3519" w:rsidP="006135E7">
                  <w:pPr>
                    <w:pStyle w:val="Subtitle"/>
                    <w:rPr>
                      <w:rFonts w:ascii="Futura" w:hAnsi="Futura"/>
                      <w:sz w:val="52"/>
                    </w:rPr>
                  </w:pPr>
                  <w:r w:rsidRPr="006135E7">
                    <w:rPr>
                      <w:rFonts w:ascii="Futura" w:hAnsi="Futura"/>
                      <w:sz w:val="52"/>
                    </w:rPr>
                    <w:t>Las</w:t>
                  </w:r>
                </w:p>
              </w:txbxContent>
            </v:textbox>
            <w10:wrap type="tight" anchorx="page" anchory="page"/>
          </v:shape>
        </w:pict>
      </w:r>
      <w:r w:rsidR="00F22A43">
        <w:rPr>
          <w:noProof/>
        </w:rPr>
        <w:pict>
          <v:shape id="_x0000_s2058" type="#_x0000_t202" style="position:absolute;margin-left:297.35pt;margin-top:269.9pt;width:180pt;height:220.8pt;z-index:251671552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2058" inset=",7.2pt,,7.2pt">
              <w:txbxContent>
                <w:p w:rsidR="00CA3519" w:rsidRPr="006135E7" w:rsidRDefault="00CA3519" w:rsidP="006135E7">
                  <w:pPr>
                    <w:rPr>
                      <w:rFonts w:ascii="Futura Condensed" w:hAnsi="Futura Condensed" w:cs="Times New Roman"/>
                      <w:sz w:val="31"/>
                      <w:szCs w:val="20"/>
                    </w:rPr>
                  </w:pPr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En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las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 Bahamas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durante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julio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,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hace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típicamente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calor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 y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húmedo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,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entonces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traigan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una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sombrera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, protector solar, y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lentes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 de sol. De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vez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 en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cuando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,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va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 a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llover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 con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relámpago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,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entonces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traigan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una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paragua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. Las Bahamas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es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una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 </w:t>
                  </w:r>
                  <w:proofErr w:type="spellStart"/>
                  <w:proofErr w:type="gram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linda</w:t>
                  </w:r>
                  <w:proofErr w:type="spellEnd"/>
                  <w:proofErr w:type="gram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lugar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entonces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traigan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su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cámara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. </w:t>
                  </w:r>
                  <w:proofErr w:type="gram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A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veces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está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nublado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, y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traigan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repelente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 de </w:t>
                  </w:r>
                  <w:proofErr w:type="spellStart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insectos</w:t>
                  </w:r>
                  <w:proofErr w:type="spell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.</w:t>
                  </w:r>
                  <w:proofErr w:type="gramEnd"/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 </w:t>
                  </w:r>
                </w:p>
                <w:p w:rsidR="00CA3519" w:rsidRPr="006135E7" w:rsidRDefault="00CA3519" w:rsidP="006135E7">
                  <w:pPr>
                    <w:rPr>
                      <w:rFonts w:ascii="Futura Condensed" w:hAnsi="Futura Condensed"/>
                      <w:sz w:val="31"/>
                      <w:szCs w:val="20"/>
                    </w:rPr>
                  </w:pPr>
                  <w:r w:rsidRPr="006135E7">
                    <w:rPr>
                      <w:rFonts w:ascii="Futura Condensed" w:hAnsi="Futura Condensed"/>
                      <w:sz w:val="31"/>
                      <w:szCs w:val="20"/>
                    </w:rPr>
                    <w:br/>
                  </w:r>
                  <w:r w:rsidRPr="006135E7">
                    <w:rPr>
                      <w:rFonts w:ascii="Futura Condensed" w:hAnsi="Futura Condensed"/>
                      <w:sz w:val="31"/>
                      <w:szCs w:val="20"/>
                    </w:rPr>
                    <w:br/>
                  </w:r>
                </w:p>
                <w:p w:rsidR="00CA3519" w:rsidRPr="006135E7" w:rsidRDefault="00CA3519" w:rsidP="006135E7">
                  <w:pPr>
                    <w:pStyle w:val="BodyText"/>
                    <w:rPr>
                      <w:rFonts w:ascii="Futura Condensed" w:hAnsi="Futura Condensed"/>
                      <w:sz w:val="31"/>
                    </w:rPr>
                  </w:pPr>
                </w:p>
              </w:txbxContent>
            </v:textbox>
            <w10:wrap type="tight" anchorx="page" anchory="page"/>
          </v:shape>
        </w:pict>
      </w:r>
      <w:r w:rsidR="00F22A43">
        <w:rPr>
          <w:noProof/>
        </w:rPr>
        <w:pict>
          <v:shape id="_x0000_s2057" type="#_x0000_t202" style="position:absolute;margin-left:297.35pt;margin-top:207.2pt;width:180pt;height:59.05pt;z-index:251670528;mso-wrap-edited:f;mso-position-horizontal-relative:page;mso-position-vertical-relative:page" wrapcoords="0 0 21600 0 21600 21600 0 21600 0 0" filled="f" stroked="f">
            <v:fill o:detectmouseclick="t"/>
            <v:textbox style="mso-next-textbox:#_x0000_s2057" inset=",7.2pt,,7.2pt">
              <w:txbxContent>
                <w:p w:rsidR="00CA3519" w:rsidRPr="00573AA5" w:rsidRDefault="00CA3519" w:rsidP="006135E7">
                  <w:pPr>
                    <w:pStyle w:val="Heading2"/>
                    <w:rPr>
                      <w:rFonts w:ascii="Futura" w:hAnsi="Futura"/>
                    </w:rPr>
                  </w:pPr>
                  <w:r w:rsidRPr="00573AA5">
                    <w:rPr>
                      <w:rFonts w:ascii="Futura" w:hAnsi="Futura"/>
                    </w:rPr>
                    <w:t>Las Bahamas</w:t>
                  </w:r>
                </w:p>
              </w:txbxContent>
            </v:textbox>
            <w10:wrap type="tight" anchorx="page" anchory="page"/>
          </v:shape>
        </w:pict>
      </w:r>
      <w:r w:rsidR="00F22A43">
        <w:rPr>
          <w:noProof/>
        </w:rPr>
        <w:pict>
          <v:shape id="_x0000_s2077" type="#_x0000_t202" style="position:absolute;margin-left:234.6pt;margin-top:554.75pt;width:306pt;height:46.7pt;z-index:251688960;mso-wrap-edited:f;mso-position-horizontal-relative:page;mso-position-vertical-relative:page" wrapcoords="0 0 21600 0 21600 21600 0 21600 0 0" filled="f" stroked="f">
            <v:fill o:detectmouseclick="t"/>
            <v:textbox style="mso-next-textbox:#_x0000_s2077" inset=",0,,0">
              <w:txbxContent>
                <w:p w:rsidR="00CA3519" w:rsidRPr="006135E7" w:rsidRDefault="00CA3519" w:rsidP="006135E7">
                  <w:pPr>
                    <w:rPr>
                      <w:rFonts w:ascii="Times" w:hAnsi="Times" w:cs="Times New Roman"/>
                      <w:sz w:val="20"/>
                      <w:szCs w:val="20"/>
                    </w:rPr>
                  </w:pPr>
                  <w:r w:rsidRPr="006135E7">
                    <w:rPr>
                      <w:rFonts w:ascii="Droid Sans" w:hAnsi="Droid Sans" w:cs="Times New Roman"/>
                      <w:color w:val="FFFFFF"/>
                      <w:sz w:val="64"/>
                      <w:szCs w:val="64"/>
                    </w:rPr>
                    <w:t xml:space="preserve">En las Bahamas durante julio, hace típicamente calor y húmedo, entonces traigan una sombrera, protector solar, y lentes de sol. De vez en cuando, va a llover con relámpago, entonces traigan una paragua. Las Bahamas es una linda lugar entonces traigan su cámara. A veces está nublado, y traigan repelente de insectos. </w:t>
                  </w:r>
                </w:p>
                <w:p w:rsidR="00CA3519" w:rsidRPr="006135E7" w:rsidRDefault="00CA3519" w:rsidP="006135E7">
                  <w:pPr>
                    <w:rPr>
                      <w:rFonts w:ascii="Times" w:hAnsi="Times"/>
                      <w:sz w:val="20"/>
                      <w:szCs w:val="20"/>
                    </w:rPr>
                  </w:pPr>
                  <w:r w:rsidRPr="006135E7">
                    <w:rPr>
                      <w:rFonts w:ascii="Times" w:hAnsi="Times"/>
                      <w:sz w:val="20"/>
                      <w:szCs w:val="20"/>
                    </w:rPr>
                    <w:br/>
                  </w:r>
                  <w:r w:rsidRPr="006135E7">
                    <w:rPr>
                      <w:rFonts w:ascii="Times" w:hAnsi="Times"/>
                      <w:sz w:val="20"/>
                      <w:szCs w:val="20"/>
                    </w:rPr>
                    <w:br/>
                  </w:r>
                </w:p>
                <w:p w:rsidR="00CA3519" w:rsidRPr="00154B3D" w:rsidRDefault="00CA3519" w:rsidP="006135E7">
                  <w:pPr>
                    <w:pStyle w:val="Footer"/>
                  </w:pPr>
                  <w:r>
                    <w:fldChar w:fldCharType="begin"/>
                  </w:r>
                  <w:r>
                    <w:instrText xml:space="preserve"> PLACEHOLDER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USERPROPERTY WorkState </w:instrText>
                  </w:r>
                  <w:r>
                    <w:fldChar w:fldCharType="end"/>
                  </w:r>
                  <w:r>
                    <w:instrText xml:space="preserve">="" "[State]"  </w:instrText>
                  </w:r>
                  <w:r>
                    <w:fldChar w:fldCharType="begin"/>
                  </w:r>
                  <w:r>
                    <w:instrText xml:space="preserve"> USERPROPERTY WorkState </w:instrText>
                  </w:r>
                  <w:r>
                    <w:fldChar w:fldCharType="separate"/>
                  </w:r>
                  <w:r>
                    <w:rPr>
                      <w:b/>
                      <w:bCs/>
                    </w:rPr>
                    <w:instrText>Error! Bookmark not defined.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[State]</w:instrText>
                  </w:r>
                  <w:r>
                    <w:fldChar w:fldCharType="end"/>
                  </w:r>
                  <w:r>
                    <w:instrText xml:space="preserve"> \* MERGEFORMAT</w:instrText>
                  </w:r>
                  <w:r>
                    <w:fldChar w:fldCharType="separate"/>
                  </w:r>
                  <w:r>
                    <w:t>[State]</w:t>
                  </w:r>
                  <w:r>
                    <w:fldChar w:fldCharType="end"/>
                  </w:r>
                  <w:r>
                    <w:t xml:space="preserve"> </w:t>
                  </w:r>
                  <w:r>
                    <w:fldChar w:fldCharType="begin"/>
                  </w:r>
                  <w:r>
                    <w:instrText xml:space="preserve"> PLACEHOLDER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USERPROPERTY WorkZip </w:instrText>
                  </w:r>
                  <w:r>
                    <w:fldChar w:fldCharType="end"/>
                  </w:r>
                  <w:r>
                    <w:instrText xml:space="preserve">="" "[Postal Code]" </w:instrText>
                  </w:r>
                  <w:r>
                    <w:fldChar w:fldCharType="begin"/>
                  </w:r>
                  <w:r>
                    <w:instrText xml:space="preserve"> USERPROPERTY WorkZip </w:instrText>
                  </w:r>
                  <w:r>
                    <w:fldChar w:fldCharType="separate"/>
                  </w:r>
                  <w:r>
                    <w:rPr>
                      <w:b/>
                      <w:bCs/>
                    </w:rPr>
                    <w:instrText>Error! Bookmark not defined.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[Postal Code]</w:instrText>
                  </w:r>
                  <w:r>
                    <w:fldChar w:fldCharType="end"/>
                  </w:r>
                  <w:r>
                    <w:instrText xml:space="preserve"> \* MERGEFORMAT</w:instrText>
                  </w:r>
                  <w:r>
                    <w:fldChar w:fldCharType="separate"/>
                  </w:r>
                  <w:r>
                    <w:t>[Postal Code]</w:t>
                  </w:r>
                  <w:r>
                    <w:fldChar w:fldCharType="end"/>
                  </w:r>
                  <w:r>
                    <w:br/>
                  </w:r>
                  <w:r>
                    <w:fldChar w:fldCharType="begin"/>
                  </w:r>
                  <w:r>
                    <w:instrText xml:space="preserve"> PLACEHOLDER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USERPROPERTY WorkWebPage </w:instrText>
                  </w:r>
                  <w:r>
                    <w:fldChar w:fldCharType="end"/>
                  </w:r>
                  <w:r>
                    <w:instrText xml:space="preserve">="" "[Web Address]" </w:instrText>
                  </w:r>
                  <w:r>
                    <w:fldChar w:fldCharType="begin"/>
                  </w:r>
                  <w:r>
                    <w:instrText xml:space="preserve"> USERPROPERTY WorkWebPage </w:instrText>
                  </w:r>
                  <w:r>
                    <w:fldChar w:fldCharType="separate"/>
                  </w:r>
                  <w:r>
                    <w:rPr>
                      <w:b/>
                      <w:bCs/>
                    </w:rPr>
                    <w:instrText>Error! Bookmark not defined.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[Web Address]</w:instrText>
                  </w:r>
                  <w:r>
                    <w:fldChar w:fldCharType="end"/>
                  </w:r>
                  <w:r>
                    <w:instrText xml:space="preserve"> \* MERGEFORMAT</w:instrText>
                  </w:r>
                  <w:r>
                    <w:fldChar w:fldCharType="separate"/>
                  </w:r>
                  <w:r>
                    <w:t>[Web Address]</w:t>
                  </w:r>
                  <w:r>
                    <w:fldChar w:fldCharType="end"/>
                  </w:r>
                </w:p>
              </w:txbxContent>
            </v:textbox>
            <w10:wrap type="tight" anchorx="page" anchory="page"/>
          </v:shape>
        </w:pict>
      </w:r>
      <w:r w:rsidR="006135E7">
        <w:br w:type="page"/>
      </w:r>
      <w:r w:rsidR="00527872">
        <w:rPr>
          <w:noProof/>
        </w:rPr>
        <w:pict>
          <v:shape id="_x0000_s2290" type="#_x0000_t202" style="position:absolute;margin-left:542.1pt;margin-top:12.25pt;width:206.7pt;height:162.2pt;z-index:251695113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2290" inset=",7.2pt,,7.2pt">
              <w:txbxContent>
                <w:p w:rsidR="00CA3519" w:rsidRPr="00CA3519" w:rsidRDefault="00CA3519" w:rsidP="00CA3519">
                  <w:pPr>
                    <w:rPr>
                      <w:rFonts w:ascii="Futura Condensed" w:hAnsi="Futura Condensed" w:cs="Times New Roman"/>
                      <w:sz w:val="30"/>
                      <w:szCs w:val="20"/>
                    </w:rPr>
                  </w:pPr>
                  <w:r w:rsidRPr="00CA3519">
                    <w:rPr>
                      <w:rFonts w:ascii="Futura Condensed" w:hAnsi="Futura Condensed" w:cs="Times New Roman"/>
                      <w:bCs/>
                      <w:sz w:val="30"/>
                      <w:szCs w:val="30"/>
                    </w:rPr>
                    <w:t xml:space="preserve">El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bCs/>
                      <w:sz w:val="30"/>
                      <w:szCs w:val="30"/>
                    </w:rPr>
                    <w:t>Restaurante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bCs/>
                      <w:sz w:val="30"/>
                      <w:szCs w:val="30"/>
                    </w:rPr>
                    <w:t xml:space="preserve"> (Restaurant)</w:t>
                  </w:r>
                </w:p>
                <w:p w:rsidR="00CA3519" w:rsidRPr="00CA3519" w:rsidRDefault="00CA3519" w:rsidP="00CA3519">
                  <w:pPr>
                    <w:rPr>
                      <w:rFonts w:ascii="Futura Condensed" w:hAnsi="Futura Condensed" w:cs="Times New Roman"/>
                      <w:sz w:val="30"/>
                      <w:szCs w:val="20"/>
                    </w:rPr>
                  </w:pPr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 xml:space="preserve">1.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Caminen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 xml:space="preserve"> </w:t>
                  </w:r>
                  <w:proofErr w:type="spellStart"/>
                  <w:proofErr w:type="gramStart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este</w:t>
                  </w:r>
                  <w:proofErr w:type="spellEnd"/>
                  <w:proofErr w:type="gramEnd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 xml:space="preserve"> en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calle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 xml:space="preserve"> Casino.</w:t>
                  </w:r>
                </w:p>
                <w:p w:rsidR="00CA3519" w:rsidRPr="00CA3519" w:rsidRDefault="00CA3519" w:rsidP="00CA3519">
                  <w:pPr>
                    <w:rPr>
                      <w:rFonts w:ascii="Futura Condensed" w:hAnsi="Futura Condensed" w:cs="Times New Roman"/>
                      <w:sz w:val="30"/>
                      <w:szCs w:val="20"/>
                    </w:rPr>
                  </w:pPr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 xml:space="preserve">2.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Paren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 xml:space="preserve"> en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avenida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 xml:space="preserve"> Lakeview</w:t>
                  </w:r>
                </w:p>
                <w:p w:rsidR="00CA3519" w:rsidRPr="00CA3519" w:rsidRDefault="00CA3519" w:rsidP="00CA3519">
                  <w:pPr>
                    <w:rPr>
                      <w:rFonts w:ascii="Futura Condensed" w:hAnsi="Futura Condensed" w:cs="Times New Roman"/>
                      <w:sz w:val="30"/>
                      <w:szCs w:val="20"/>
                    </w:rPr>
                  </w:pPr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 xml:space="preserve">3.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Sigan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caminando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hasta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ustedes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llegan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 xml:space="preserve"> en Sunrise Beach Club.</w:t>
                  </w:r>
                </w:p>
                <w:p w:rsidR="00CA3519" w:rsidRPr="00CA3519" w:rsidRDefault="00CA3519" w:rsidP="00CA3519">
                  <w:pPr>
                    <w:rPr>
                      <w:rFonts w:ascii="Futura Condensed" w:hAnsi="Futura Condensed" w:cs="Times New Roman"/>
                      <w:sz w:val="26"/>
                      <w:szCs w:val="20"/>
                    </w:rPr>
                  </w:pPr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 xml:space="preserve">4.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Caminen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 xml:space="preserve"> </w:t>
                  </w:r>
                  <w:proofErr w:type="spellStart"/>
                  <w:proofErr w:type="gramStart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este</w:t>
                  </w:r>
                  <w:proofErr w:type="spellEnd"/>
                  <w:proofErr w:type="gramEnd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hasta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ustedes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llegan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 xml:space="preserve"> en el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restaurante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.</w:t>
                  </w:r>
                  <w:r w:rsidRPr="00CA3519">
                    <w:rPr>
                      <w:rFonts w:ascii="Futura Condensed" w:hAnsi="Futura Condensed" w:cs="Times New Roman"/>
                      <w:sz w:val="30"/>
                    </w:rPr>
                    <w:tab/>
                  </w:r>
                </w:p>
                <w:p w:rsidR="00CA3519" w:rsidRPr="00CA3519" w:rsidRDefault="00CA3519" w:rsidP="00CA3519">
                  <w:pPr>
                    <w:rPr>
                      <w:rFonts w:ascii="Futura Condensed" w:hAnsi="Futura Condensed"/>
                      <w:sz w:val="26"/>
                      <w:szCs w:val="20"/>
                    </w:rPr>
                  </w:pPr>
                </w:p>
                <w:p w:rsidR="00CA3519" w:rsidRPr="00CA3519" w:rsidRDefault="00CA3519">
                  <w:pPr>
                    <w:rPr>
                      <w:sz w:val="16"/>
                    </w:rPr>
                  </w:pPr>
                </w:p>
              </w:txbxContent>
            </v:textbox>
            <w10:wrap type="tight"/>
          </v:shape>
        </w:pict>
      </w:r>
      <w:r w:rsidR="00527872">
        <w:rPr>
          <w:noProof/>
        </w:rPr>
        <w:pict>
          <v:shape id="_x0000_s2272" type="#_x0000_t202" style="position:absolute;margin-left:282.8pt;margin-top:59.65pt;width:244pt;height:133.8pt;z-index:251685888;mso-wrap-edited:f;mso-position-horizontal-relative:page;mso-position-vertical-relative:page" wrapcoords="0 0 21600 0 21600 21600 0 21600 0 0" o:regroupid="12" mv:complextextbox="1" filled="f" stroked="f">
            <v:fill o:detectmouseclick="t"/>
            <v:textbox style="mso-next-textbox:#_x0000_s2272" inset=",0,,0">
              <w:txbxContent>
                <w:p w:rsidR="00CA3519" w:rsidRPr="00CA3519" w:rsidRDefault="00CA3519" w:rsidP="00CA3519">
                  <w:pPr>
                    <w:rPr>
                      <w:rFonts w:ascii="Futura Condensed" w:hAnsi="Futura Condensed" w:cs="Times New Roman"/>
                      <w:sz w:val="30"/>
                      <w:szCs w:val="20"/>
                    </w:rPr>
                  </w:pPr>
                  <w:r w:rsidRPr="00CA3519">
                    <w:rPr>
                      <w:rFonts w:ascii="Futura Condensed" w:hAnsi="Futura Condensed" w:cs="Times New Roman"/>
                      <w:bCs/>
                      <w:sz w:val="30"/>
                      <w:szCs w:val="30"/>
                    </w:rPr>
                    <w:t xml:space="preserve">El Centro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bCs/>
                      <w:sz w:val="30"/>
                      <w:szCs w:val="30"/>
                    </w:rPr>
                    <w:t>Comercial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bCs/>
                      <w:sz w:val="30"/>
                      <w:szCs w:val="30"/>
                    </w:rPr>
                    <w:t xml:space="preserve"> (Shopping Mall)</w:t>
                  </w:r>
                </w:p>
                <w:p w:rsidR="00CA3519" w:rsidRPr="00CA3519" w:rsidRDefault="00CA3519" w:rsidP="00CA3519">
                  <w:pPr>
                    <w:rPr>
                      <w:rFonts w:ascii="Futura Condensed" w:hAnsi="Futura Condensed" w:cs="Times New Roman"/>
                      <w:sz w:val="30"/>
                      <w:szCs w:val="20"/>
                    </w:rPr>
                  </w:pPr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 xml:space="preserve">1.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Giren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 xml:space="preserve"> </w:t>
                  </w:r>
                  <w:proofErr w:type="spellStart"/>
                  <w:proofErr w:type="gramStart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este</w:t>
                  </w:r>
                  <w:proofErr w:type="spellEnd"/>
                  <w:proofErr w:type="gramEnd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hacia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calle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 xml:space="preserve"> Casino.</w:t>
                  </w:r>
                </w:p>
                <w:p w:rsidR="00CA3519" w:rsidRPr="00CA3519" w:rsidRDefault="00CA3519" w:rsidP="00CA3519">
                  <w:pPr>
                    <w:rPr>
                      <w:rFonts w:ascii="Futura Condensed" w:hAnsi="Futura Condensed" w:cs="Times New Roman"/>
                      <w:sz w:val="30"/>
                      <w:szCs w:val="20"/>
                    </w:rPr>
                  </w:pPr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 xml:space="preserve">2.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Caminen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sureste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 xml:space="preserve"> en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calle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 xml:space="preserve"> Casino.</w:t>
                  </w:r>
                </w:p>
                <w:p w:rsidR="00CA3519" w:rsidRPr="00CA3519" w:rsidRDefault="00CA3519" w:rsidP="00CA3519">
                  <w:pPr>
                    <w:rPr>
                      <w:rFonts w:ascii="Futura Condensed" w:hAnsi="Futura Condensed" w:cs="Times New Roman"/>
                      <w:sz w:val="30"/>
                      <w:szCs w:val="20"/>
                    </w:rPr>
                  </w:pPr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 xml:space="preserve">3.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Sigan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caminando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.</w:t>
                  </w:r>
                </w:p>
                <w:p w:rsidR="00CA3519" w:rsidRPr="00CA3519" w:rsidRDefault="00CA3519" w:rsidP="00CA3519">
                  <w:pPr>
                    <w:rPr>
                      <w:rFonts w:ascii="Futura Condensed" w:hAnsi="Futura Condensed"/>
                      <w:sz w:val="30"/>
                      <w:szCs w:val="20"/>
                    </w:rPr>
                  </w:pPr>
                  <w:r w:rsidRPr="00CA3519">
                    <w:rPr>
                      <w:rFonts w:ascii="Futura Condensed" w:hAnsi="Futura Condensed"/>
                      <w:sz w:val="30"/>
                      <w:szCs w:val="30"/>
                    </w:rPr>
                    <w:t xml:space="preserve">4. </w:t>
                  </w:r>
                  <w:proofErr w:type="spellStart"/>
                  <w:r w:rsidRPr="00CA3519">
                    <w:rPr>
                      <w:rFonts w:ascii="Futura Condensed" w:hAnsi="Futura Condensed"/>
                      <w:sz w:val="30"/>
                      <w:szCs w:val="30"/>
                    </w:rPr>
                    <w:t>Paren</w:t>
                  </w:r>
                  <w:proofErr w:type="spellEnd"/>
                  <w:r w:rsidRPr="00CA3519">
                    <w:rPr>
                      <w:rFonts w:ascii="Futura Condensed" w:hAnsi="Futura Condensed"/>
                      <w:sz w:val="30"/>
                      <w:szCs w:val="30"/>
                    </w:rPr>
                    <w:t xml:space="preserve"> al </w:t>
                  </w:r>
                  <w:proofErr w:type="spellStart"/>
                  <w:r w:rsidRPr="00CA3519">
                    <w:rPr>
                      <w:rFonts w:ascii="Futura Condensed" w:hAnsi="Futura Condensed"/>
                      <w:sz w:val="30"/>
                      <w:szCs w:val="30"/>
                    </w:rPr>
                    <w:t>lado</w:t>
                  </w:r>
                  <w:proofErr w:type="spellEnd"/>
                  <w:r w:rsidRPr="00CA3519">
                    <w:rPr>
                      <w:rFonts w:ascii="Futura Condensed" w:hAnsi="Futura Condensed"/>
                      <w:sz w:val="30"/>
                      <w:szCs w:val="30"/>
                    </w:rPr>
                    <w:t xml:space="preserve"> del </w:t>
                  </w:r>
                  <w:proofErr w:type="spellStart"/>
                  <w:r w:rsidRPr="00CA3519">
                    <w:rPr>
                      <w:rFonts w:ascii="Futura Condensed" w:hAnsi="Futura Condensed"/>
                      <w:sz w:val="30"/>
                      <w:szCs w:val="30"/>
                    </w:rPr>
                    <w:t>centro</w:t>
                  </w:r>
                  <w:proofErr w:type="spellEnd"/>
                  <w:r w:rsidRPr="00CA3519">
                    <w:rPr>
                      <w:rFonts w:ascii="Futura Condensed" w:hAnsi="Futura Condensed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/>
                      <w:sz w:val="30"/>
                      <w:szCs w:val="30"/>
                    </w:rPr>
                    <w:t>comercial</w:t>
                  </w:r>
                  <w:proofErr w:type="spellEnd"/>
                  <w:r w:rsidRPr="00CA3519">
                    <w:rPr>
                      <w:rFonts w:ascii="Futura Condensed" w:hAnsi="Futura Condensed"/>
                      <w:sz w:val="30"/>
                      <w:szCs w:val="30"/>
                    </w:rPr>
                    <w:t xml:space="preserve">. </w:t>
                  </w:r>
                </w:p>
                <w:p w:rsidR="00CA3519" w:rsidRPr="00CA3519" w:rsidRDefault="00CA3519" w:rsidP="006135E7">
                  <w:pPr>
                    <w:pStyle w:val="BodyText-Dark"/>
                    <w:rPr>
                      <w:rFonts w:ascii="Futura Condensed" w:hAnsi="Futura Condensed"/>
                      <w:color w:val="auto"/>
                      <w:sz w:val="26"/>
                    </w:rPr>
                  </w:pPr>
                </w:p>
              </w:txbxContent>
            </v:textbox>
            <w10:wrap type="tight" anchorx="page" anchory="page"/>
          </v:shape>
        </w:pict>
      </w:r>
      <w:r w:rsidR="00527872">
        <w:rPr>
          <w:noProof/>
        </w:rPr>
        <w:pict>
          <v:shape id="_x0000_s2276" type="#_x0000_t202" style="position:absolute;margin-left:15pt;margin-top:85.85pt;width:219.5pt;height:160.15pt;z-index:251694089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2276" inset=",7.2pt,,7.2pt">
              <w:txbxContent>
                <w:p w:rsidR="00527872" w:rsidRPr="00527872" w:rsidRDefault="00527872" w:rsidP="00527872">
                  <w:pPr>
                    <w:rPr>
                      <w:rFonts w:ascii="Futura Condensed" w:hAnsi="Futura Condensed" w:cs="Times New Roman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527872">
                    <w:rPr>
                      <w:rFonts w:ascii="Futura Condensed" w:hAnsi="Futura Condensed" w:cs="Times New Roman"/>
                      <w:bCs/>
                      <w:color w:val="000000" w:themeColor="text1"/>
                      <w:sz w:val="30"/>
                      <w:szCs w:val="30"/>
                    </w:rPr>
                    <w:t>Estación</w:t>
                  </w:r>
                  <w:proofErr w:type="spellEnd"/>
                  <w:r w:rsidRPr="00527872">
                    <w:rPr>
                      <w:rFonts w:ascii="Futura Condensed" w:hAnsi="Futura Condensed" w:cs="Times New Roman"/>
                      <w:bCs/>
                      <w:color w:val="000000" w:themeColor="text1"/>
                      <w:sz w:val="30"/>
                      <w:szCs w:val="30"/>
                    </w:rPr>
                    <w:t xml:space="preserve"> de </w:t>
                  </w:r>
                  <w:proofErr w:type="spellStart"/>
                  <w:r w:rsidRPr="00527872">
                    <w:rPr>
                      <w:rFonts w:ascii="Futura Condensed" w:hAnsi="Futura Condensed" w:cs="Times New Roman"/>
                      <w:bCs/>
                      <w:color w:val="000000" w:themeColor="text1"/>
                      <w:sz w:val="30"/>
                      <w:szCs w:val="30"/>
                    </w:rPr>
                    <w:t>Policía</w:t>
                  </w:r>
                  <w:proofErr w:type="spellEnd"/>
                  <w:r w:rsidRPr="00527872">
                    <w:rPr>
                      <w:rFonts w:ascii="Futura Condensed" w:hAnsi="Futura Condensed" w:cs="Times New Roman"/>
                      <w:bCs/>
                      <w:color w:val="000000" w:themeColor="text1"/>
                      <w:sz w:val="30"/>
                      <w:szCs w:val="30"/>
                    </w:rPr>
                    <w:t xml:space="preserve"> (Police Station)</w:t>
                  </w:r>
                </w:p>
                <w:p w:rsidR="00527872" w:rsidRPr="00527872" w:rsidRDefault="00527872" w:rsidP="00527872">
                  <w:pPr>
                    <w:rPr>
                      <w:rFonts w:ascii="Futura Condensed" w:hAnsi="Futura Condensed" w:cs="Times New Roman"/>
                      <w:color w:val="000000" w:themeColor="text1"/>
                      <w:sz w:val="20"/>
                      <w:szCs w:val="20"/>
                    </w:rPr>
                  </w:pPr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 xml:space="preserve">1. </w:t>
                  </w:r>
                  <w:proofErr w:type="spellStart"/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>Caminen</w:t>
                  </w:r>
                  <w:proofErr w:type="spellEnd"/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>suroeste</w:t>
                  </w:r>
                  <w:proofErr w:type="spellEnd"/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 xml:space="preserve"> en </w:t>
                  </w:r>
                  <w:proofErr w:type="spellStart"/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>calle</w:t>
                  </w:r>
                  <w:proofErr w:type="spellEnd"/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 xml:space="preserve"> Casino. </w:t>
                  </w:r>
                </w:p>
                <w:p w:rsidR="00527872" w:rsidRPr="00527872" w:rsidRDefault="00527872" w:rsidP="00527872">
                  <w:pPr>
                    <w:rPr>
                      <w:rFonts w:ascii="Futura Condensed" w:hAnsi="Futura Condensed" w:cs="Times New Roman"/>
                      <w:color w:val="000000" w:themeColor="text1"/>
                      <w:sz w:val="20"/>
                      <w:szCs w:val="20"/>
                    </w:rPr>
                  </w:pPr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 xml:space="preserve">2. </w:t>
                  </w:r>
                  <w:proofErr w:type="spellStart"/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>Paren</w:t>
                  </w:r>
                  <w:proofErr w:type="spellEnd"/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 xml:space="preserve"> en </w:t>
                  </w:r>
                  <w:proofErr w:type="spellStart"/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>calle</w:t>
                  </w:r>
                  <w:proofErr w:type="spellEnd"/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 xml:space="preserve"> Paradise Island. </w:t>
                  </w:r>
                </w:p>
                <w:p w:rsidR="00527872" w:rsidRPr="00527872" w:rsidRDefault="00527872" w:rsidP="00527872">
                  <w:pPr>
                    <w:rPr>
                      <w:rFonts w:ascii="Futura Condensed" w:hAnsi="Futura Condensed" w:cs="Times New Roman"/>
                      <w:color w:val="000000" w:themeColor="text1"/>
                      <w:sz w:val="20"/>
                      <w:szCs w:val="20"/>
                    </w:rPr>
                  </w:pPr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 xml:space="preserve">3. </w:t>
                  </w:r>
                  <w:proofErr w:type="spellStart"/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>Sigan</w:t>
                  </w:r>
                  <w:proofErr w:type="spellEnd"/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>caminando</w:t>
                  </w:r>
                  <w:proofErr w:type="spellEnd"/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 xml:space="preserve"> en </w:t>
                  </w:r>
                  <w:proofErr w:type="spellStart"/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>calle</w:t>
                  </w:r>
                  <w:proofErr w:type="spellEnd"/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 xml:space="preserve"> Paradise Island a </w:t>
                  </w:r>
                  <w:proofErr w:type="spellStart"/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>calle</w:t>
                  </w:r>
                  <w:proofErr w:type="spellEnd"/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 xml:space="preserve"> Paradise Beach. </w:t>
                  </w:r>
                </w:p>
                <w:p w:rsidR="00527872" w:rsidRPr="00527872" w:rsidRDefault="00527872" w:rsidP="00527872">
                  <w:pPr>
                    <w:rPr>
                      <w:rFonts w:ascii="Futura Condensed" w:hAnsi="Futura Condensed" w:cs="Times New Roman"/>
                      <w:color w:val="000000" w:themeColor="text1"/>
                      <w:sz w:val="20"/>
                      <w:szCs w:val="20"/>
                    </w:rPr>
                  </w:pPr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 xml:space="preserve">4. </w:t>
                  </w:r>
                  <w:proofErr w:type="spellStart"/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>Caminen</w:t>
                  </w:r>
                  <w:proofErr w:type="spellEnd"/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>norte</w:t>
                  </w:r>
                  <w:proofErr w:type="spellEnd"/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 xml:space="preserve"> y </w:t>
                  </w:r>
                  <w:proofErr w:type="spellStart"/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>tomen</w:t>
                  </w:r>
                  <w:proofErr w:type="spellEnd"/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>una</w:t>
                  </w:r>
                  <w:proofErr w:type="spellEnd"/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>vuelta</w:t>
                  </w:r>
                  <w:proofErr w:type="spellEnd"/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 xml:space="preserve"> a la </w:t>
                  </w:r>
                  <w:proofErr w:type="spellStart"/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>comisaría</w:t>
                  </w:r>
                  <w:proofErr w:type="spellEnd"/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 xml:space="preserve">. </w:t>
                  </w:r>
                </w:p>
                <w:p w:rsidR="00527872" w:rsidRPr="00527872" w:rsidRDefault="00527872" w:rsidP="00527872">
                  <w:pPr>
                    <w:rPr>
                      <w:rFonts w:ascii="Times" w:hAnsi="Times"/>
                      <w:sz w:val="20"/>
                      <w:szCs w:val="20"/>
                    </w:rPr>
                  </w:pPr>
                </w:p>
                <w:p w:rsidR="00CA3519" w:rsidRDefault="00CA3519"/>
              </w:txbxContent>
            </v:textbox>
            <w10:wrap type="tight" anchorx="page" anchory="page"/>
          </v:shape>
        </w:pict>
      </w:r>
      <w:r w:rsidR="00527872">
        <w:rPr>
          <w:noProof/>
        </w:rPr>
        <w:pict>
          <v:shape id="_x0000_s2075" type="#_x0000_t202" style="position:absolute;margin-left:282.8pt;margin-top:286.9pt;width:3in;height:270.8pt;z-index:251686912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2075" inset=",7.2pt,,7.2pt">
              <w:txbxContent>
                <w:p w:rsidR="00CA3519" w:rsidRPr="00CA3519" w:rsidRDefault="00CA3519" w:rsidP="00CA3519">
                  <w:pPr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20"/>
                    </w:rPr>
                  </w:pPr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En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miércoles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,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nosotros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vamos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gram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a</w:t>
                  </w:r>
                  <w:proofErr w:type="gram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ir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al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zoológico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.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Va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a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hacer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sol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entonces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nosotros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vamos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gram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a</w:t>
                  </w:r>
                  <w:proofErr w:type="gram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alimentar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los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conejos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y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papagayos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. Hay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muchos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animales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en el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zoológico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. </w:t>
                  </w:r>
                  <w:proofErr w:type="spellStart"/>
                  <w:proofErr w:type="gram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Zoológico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Ardastra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tiene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marchando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flamencos.</w:t>
                  </w:r>
                  <w:proofErr w:type="gram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</w:p>
                <w:p w:rsidR="00CA3519" w:rsidRPr="00CA3519" w:rsidRDefault="00CA3519" w:rsidP="00CA3519">
                  <w:pPr>
                    <w:rPr>
                      <w:rFonts w:ascii="Times" w:hAnsi="Times"/>
                      <w:sz w:val="20"/>
                      <w:szCs w:val="20"/>
                    </w:rPr>
                  </w:pPr>
                </w:p>
                <w:p w:rsidR="00CA3519" w:rsidRPr="00CA3519" w:rsidRDefault="00CA3519" w:rsidP="00CA3519">
                  <w:pPr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20"/>
                    </w:rPr>
                  </w:pPr>
                  <w:proofErr w:type="gram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En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jueves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,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nosotros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vamos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a comer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helado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en la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heladería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.</w:t>
                  </w:r>
                  <w:proofErr w:type="gram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gram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Ella vas a comer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helado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chocolate.</w:t>
                  </w:r>
                  <w:proofErr w:type="gram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gram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El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helado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es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dulce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.</w:t>
                  </w:r>
                  <w:proofErr w:type="gram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Va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gram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a</w:t>
                  </w:r>
                  <w:proofErr w:type="gram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estar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lloviendo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entonces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nosotros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vamos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a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ver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mucho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pez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en el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acuario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.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Ello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hacen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gram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un</w:t>
                  </w:r>
                  <w:proofErr w:type="gram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oso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polar.  </w:t>
                  </w:r>
                </w:p>
                <w:p w:rsidR="00CA3519" w:rsidRPr="00CA3519" w:rsidRDefault="00CA3519" w:rsidP="00CA3519">
                  <w:pPr>
                    <w:rPr>
                      <w:rFonts w:ascii="Times" w:hAnsi="Times"/>
                      <w:sz w:val="20"/>
                      <w:szCs w:val="20"/>
                    </w:rPr>
                  </w:pPr>
                </w:p>
                <w:p w:rsidR="00CA3519" w:rsidRPr="0016548F" w:rsidRDefault="00CA3519" w:rsidP="006135E7">
                  <w:pPr>
                    <w:pStyle w:val="BodyText-Left"/>
                  </w:pPr>
                </w:p>
              </w:txbxContent>
            </v:textbox>
            <w10:wrap type="tight" anchorx="page" anchory="page"/>
          </v:shape>
        </w:pict>
      </w:r>
      <w:r w:rsidR="00527872">
        <w:rPr>
          <w:noProof/>
        </w:rPr>
        <w:pict>
          <v:shape id="_x0000_s2067" type="#_x0000_t202" style="position:absolute;margin-left:53.5pt;margin-top:306.5pt;width:181pt;height:289.85pt;z-index:251683840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2067" inset=",7.2pt,,7.2pt">
              <w:txbxContent>
                <w:p w:rsidR="00CA3519" w:rsidRPr="00CA3519" w:rsidRDefault="00CA3519" w:rsidP="00CA3519">
                  <w:pPr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</w:pPr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 xml:space="preserve">En </w:t>
                  </w:r>
                  <w:proofErr w:type="spellStart"/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>lunes</w:t>
                  </w:r>
                  <w:proofErr w:type="spellEnd"/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 xml:space="preserve">, </w:t>
                  </w:r>
                  <w:proofErr w:type="spellStart"/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>nosotros</w:t>
                  </w:r>
                  <w:proofErr w:type="spellEnd"/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>vamos</w:t>
                  </w:r>
                  <w:proofErr w:type="spellEnd"/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gramStart"/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>a</w:t>
                  </w:r>
                  <w:proofErr w:type="gramEnd"/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>llegar</w:t>
                  </w:r>
                  <w:proofErr w:type="spellEnd"/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 xml:space="preserve"> en el </w:t>
                  </w:r>
                  <w:proofErr w:type="spellStart"/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>aeropuerto</w:t>
                  </w:r>
                  <w:proofErr w:type="spellEnd"/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 xml:space="preserve"> en el </w:t>
                  </w:r>
                  <w:proofErr w:type="spellStart"/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>noche</w:t>
                  </w:r>
                  <w:proofErr w:type="spellEnd"/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 xml:space="preserve">. </w:t>
                  </w:r>
                  <w:proofErr w:type="spellStart"/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>Va</w:t>
                  </w:r>
                  <w:proofErr w:type="spellEnd"/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gramStart"/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>a</w:t>
                  </w:r>
                  <w:proofErr w:type="gramEnd"/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>estar</w:t>
                  </w:r>
                  <w:proofErr w:type="spellEnd"/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>cálido</w:t>
                  </w:r>
                  <w:proofErr w:type="spellEnd"/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>entonces</w:t>
                  </w:r>
                  <w:proofErr w:type="spellEnd"/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>nosotros</w:t>
                  </w:r>
                  <w:proofErr w:type="spellEnd"/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>vamos</w:t>
                  </w:r>
                  <w:proofErr w:type="spellEnd"/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 xml:space="preserve"> a </w:t>
                  </w:r>
                  <w:proofErr w:type="spellStart"/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>dormir</w:t>
                  </w:r>
                  <w:proofErr w:type="spellEnd"/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 xml:space="preserve"> en el hotel. </w:t>
                  </w:r>
                </w:p>
                <w:p w:rsidR="00CA3519" w:rsidRPr="00CA3519" w:rsidRDefault="00CA3519" w:rsidP="00CA3519">
                  <w:pPr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</w:pPr>
                </w:p>
                <w:p w:rsidR="00CA3519" w:rsidRPr="00CA3519" w:rsidRDefault="00CA3519" w:rsidP="00CA3519">
                  <w:pPr>
                    <w:rPr>
                      <w:rFonts w:ascii="Futura Condensed" w:hAnsi="Futura Condensed" w:cs="Times New Roman"/>
                      <w:sz w:val="30"/>
                      <w:szCs w:val="20"/>
                    </w:rPr>
                  </w:pPr>
                  <w:proofErr w:type="gram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En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martes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,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nosotros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despertamos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en la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mañana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y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nosotros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vamos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a comer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desayuno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.</w:t>
                  </w:r>
                  <w:proofErr w:type="gram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Va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</w:t>
                  </w:r>
                  <w:proofErr w:type="gram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a</w:t>
                  </w:r>
                  <w:proofErr w:type="gram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estar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nublado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entonces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nosotros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vamos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a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nadar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en la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piscina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. La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agua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en la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piscina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está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azul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y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frío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. </w:t>
                  </w:r>
                </w:p>
                <w:p w:rsidR="00CA3519" w:rsidRPr="00CA3519" w:rsidRDefault="00CA3519" w:rsidP="00CA3519">
                  <w:pPr>
                    <w:rPr>
                      <w:rFonts w:ascii="Times" w:hAnsi="Times"/>
                      <w:sz w:val="20"/>
                      <w:szCs w:val="20"/>
                    </w:rPr>
                  </w:pPr>
                  <w:r w:rsidRPr="00CA3519">
                    <w:rPr>
                      <w:rFonts w:ascii="Times" w:hAnsi="Times"/>
                      <w:sz w:val="20"/>
                      <w:szCs w:val="20"/>
                    </w:rPr>
                    <w:br/>
                  </w:r>
                </w:p>
                <w:p w:rsidR="00CA3519" w:rsidRDefault="00CA3519" w:rsidP="00CA3519">
                  <w:pPr>
                    <w:rPr>
                      <w:rFonts w:ascii="Futura Condensed" w:hAnsi="Futura Condensed"/>
                      <w:color w:val="000000"/>
                      <w:sz w:val="30"/>
                      <w:szCs w:val="80"/>
                    </w:rPr>
                  </w:pPr>
                </w:p>
                <w:p w:rsidR="00CA3519" w:rsidRDefault="00CA3519" w:rsidP="00CA3519">
                  <w:pPr>
                    <w:rPr>
                      <w:rFonts w:ascii="Futura Condensed" w:hAnsi="Futura Condensed"/>
                      <w:color w:val="000000"/>
                      <w:sz w:val="30"/>
                      <w:szCs w:val="80"/>
                    </w:rPr>
                  </w:pPr>
                </w:p>
                <w:p w:rsidR="00CA3519" w:rsidRDefault="00CA3519" w:rsidP="00CA3519">
                  <w:pPr>
                    <w:rPr>
                      <w:rFonts w:ascii="Futura Condensed" w:hAnsi="Futura Condensed"/>
                      <w:color w:val="000000"/>
                      <w:sz w:val="30"/>
                      <w:szCs w:val="80"/>
                    </w:rPr>
                  </w:pPr>
                </w:p>
                <w:p w:rsidR="00CA3519" w:rsidRPr="00DD54E5" w:rsidRDefault="00CA3519" w:rsidP="00CA3519">
                  <w:pPr>
                    <w:rPr>
                      <w:rFonts w:ascii="Futura Condensed" w:hAnsi="Futura Condensed"/>
                      <w:sz w:val="30"/>
                      <w:szCs w:val="20"/>
                    </w:rPr>
                  </w:pPr>
                </w:p>
                <w:p w:rsidR="00CA3519" w:rsidRPr="00DD54E5" w:rsidRDefault="00CA3519" w:rsidP="006135E7">
                  <w:pPr>
                    <w:pStyle w:val="BodyText"/>
                    <w:rPr>
                      <w:rFonts w:ascii="Futura Condensed" w:hAnsi="Futura Condensed"/>
                      <w:sz w:val="16"/>
                    </w:rPr>
                  </w:pPr>
                </w:p>
              </w:txbxContent>
            </v:textbox>
            <w10:wrap type="tight" anchorx="page" anchory="page"/>
          </v:shape>
        </w:pict>
      </w:r>
      <w:r w:rsidR="00CA3519">
        <w:rPr>
          <w:noProof/>
        </w:rPr>
        <w:pict>
          <v:shape id="_x0000_s2295" type="#_x0000_t202" style="position:absolute;margin-left:532.8pt;margin-top:246pt;width:3in;height:319.2pt;z-index:251702281;mso-wrap-edited:f;mso-position-horizontal-relative:page;mso-position-vertical-relative:page" wrapcoords="0 0 21600 0 21600 21600 0 21600 0 0" mv:complextextbox="1" filled="f" stroked="f">
            <v:fill o:detectmouseclick="t"/>
            <v:textbox inset=",7.2pt,,7.2pt">
              <w:txbxContent>
                <w:p w:rsidR="00CA3519" w:rsidRDefault="00CA3519" w:rsidP="00CA3519">
                  <w:pPr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</w:pPr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En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viernes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,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nosotros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vamos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</w:t>
                  </w:r>
                  <w:proofErr w:type="gram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a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ver</w:t>
                  </w:r>
                  <w:proofErr w:type="spellEnd"/>
                  <w:proofErr w:type="gram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una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película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en el cine.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Ellos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van a comer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palomitas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. </w:t>
                  </w:r>
                  <w:proofErr w:type="gram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El cine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está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oscuro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.</w:t>
                  </w:r>
                  <w:proofErr w:type="gram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Entonces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,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nosotros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vamos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</w:t>
                  </w:r>
                  <w:proofErr w:type="gram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a</w:t>
                  </w:r>
                  <w:proofErr w:type="gram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ir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al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parque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en la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tarde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.</w:t>
                  </w:r>
                </w:p>
                <w:p w:rsidR="00CA3519" w:rsidRDefault="00CA3519" w:rsidP="00CA3519">
                  <w:pPr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</w:pPr>
                </w:p>
                <w:p w:rsidR="00CA3519" w:rsidRPr="00CA3519" w:rsidRDefault="00CA3519" w:rsidP="00CA3519">
                  <w:pPr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20"/>
                    </w:rPr>
                  </w:pPr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En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sábado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,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nosotros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vamos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gram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a</w:t>
                  </w:r>
                  <w:proofErr w:type="gram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ir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a la playa y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nosotros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vamos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a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mirar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el mar.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Nosotros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vamos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a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nadar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en el mar. Hay mucho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pez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en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diferentes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colores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. La arena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es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mucho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calor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. El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calamar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es</w:t>
                  </w:r>
                  <w:proofErr w:type="spell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</w:t>
                  </w:r>
                  <w:proofErr w:type="spellStart"/>
                  <w:proofErr w:type="gramStart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salado</w:t>
                  </w:r>
                  <w:proofErr w:type="spellEnd"/>
                  <w:proofErr w:type="gramEnd"/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. </w:t>
                  </w:r>
                </w:p>
                <w:p w:rsidR="00CA3519" w:rsidRPr="00CA3519" w:rsidRDefault="00CA3519" w:rsidP="00CA3519">
                  <w:pPr>
                    <w:rPr>
                      <w:rFonts w:ascii="Times" w:hAnsi="Times"/>
                      <w:sz w:val="20"/>
                      <w:szCs w:val="20"/>
                    </w:rPr>
                  </w:pPr>
                </w:p>
                <w:p w:rsidR="00CA3519" w:rsidRPr="00527872" w:rsidRDefault="00CA3519" w:rsidP="00CA3519">
                  <w:pPr>
                    <w:rPr>
                      <w:rFonts w:ascii="Futura Condensed" w:hAnsi="Futura Condensed" w:cs="Times New Roman"/>
                      <w:sz w:val="30"/>
                      <w:szCs w:val="20"/>
                    </w:rPr>
                  </w:pPr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En </w:t>
                  </w:r>
                  <w:proofErr w:type="spellStart"/>
                  <w:proofErr w:type="gramStart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domingo</w:t>
                  </w:r>
                  <w:proofErr w:type="spellEnd"/>
                  <w:proofErr w:type="gramEnd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, </w:t>
                  </w:r>
                  <w:proofErr w:type="spellStart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nosotros</w:t>
                  </w:r>
                  <w:proofErr w:type="spellEnd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vamos</w:t>
                  </w:r>
                  <w:proofErr w:type="spellEnd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a </w:t>
                  </w:r>
                  <w:proofErr w:type="spellStart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salir</w:t>
                  </w:r>
                  <w:proofErr w:type="spellEnd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las</w:t>
                  </w:r>
                  <w:proofErr w:type="spellEnd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Bahamas. </w:t>
                  </w:r>
                  <w:proofErr w:type="spellStart"/>
                  <w:proofErr w:type="gramStart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Nosotros</w:t>
                  </w:r>
                  <w:proofErr w:type="spellEnd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llegamos</w:t>
                  </w:r>
                  <w:proofErr w:type="spellEnd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en el </w:t>
                  </w:r>
                  <w:proofErr w:type="spellStart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aeropuerto</w:t>
                  </w:r>
                  <w:proofErr w:type="spellEnd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.</w:t>
                  </w:r>
                  <w:proofErr w:type="gramEnd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Va</w:t>
                  </w:r>
                  <w:proofErr w:type="spellEnd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</w:t>
                  </w:r>
                  <w:proofErr w:type="gramStart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a</w:t>
                  </w:r>
                  <w:proofErr w:type="gramEnd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estar</w:t>
                  </w:r>
                  <w:proofErr w:type="spellEnd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húmedo</w:t>
                  </w:r>
                  <w:proofErr w:type="spellEnd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, </w:t>
                  </w:r>
                  <w:proofErr w:type="spellStart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entonces</w:t>
                  </w:r>
                  <w:proofErr w:type="spellEnd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voy</w:t>
                  </w:r>
                  <w:proofErr w:type="spellEnd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a </w:t>
                  </w:r>
                  <w:proofErr w:type="spellStart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beber</w:t>
                  </w:r>
                  <w:proofErr w:type="spellEnd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 </w:t>
                  </w:r>
                  <w:proofErr w:type="spellStart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agua</w:t>
                  </w:r>
                  <w:proofErr w:type="spellEnd"/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.</w:t>
                  </w:r>
                </w:p>
                <w:p w:rsidR="00CA3519" w:rsidRPr="00CA3519" w:rsidRDefault="00CA3519" w:rsidP="00CA3519">
                  <w:pPr>
                    <w:rPr>
                      <w:rFonts w:ascii="Times" w:hAnsi="Times"/>
                      <w:sz w:val="20"/>
                      <w:szCs w:val="20"/>
                    </w:rPr>
                  </w:pPr>
                </w:p>
                <w:p w:rsidR="00CA3519" w:rsidRPr="00CA3519" w:rsidRDefault="00CA3519" w:rsidP="00CA3519">
                  <w:pPr>
                    <w:rPr>
                      <w:rFonts w:ascii="Futura Condensed" w:hAnsi="Futura Condensed" w:cs="Times New Roman"/>
                      <w:sz w:val="30"/>
                      <w:szCs w:val="20"/>
                    </w:rPr>
                  </w:pPr>
                </w:p>
                <w:p w:rsidR="00CA3519" w:rsidRPr="00CA3519" w:rsidRDefault="00CA3519" w:rsidP="00CA3519">
                  <w:pPr>
                    <w:rPr>
                      <w:rFonts w:ascii="Times" w:hAnsi="Times"/>
                      <w:sz w:val="20"/>
                      <w:szCs w:val="20"/>
                    </w:rPr>
                  </w:pPr>
                </w:p>
                <w:p w:rsidR="00CA3519" w:rsidRDefault="00CA3519"/>
              </w:txbxContent>
            </v:textbox>
            <w10:wrap type="tight"/>
          </v:shape>
        </w:pict>
      </w:r>
      <w:r w:rsidR="00CA3519">
        <w:rPr>
          <w:noProof/>
        </w:rPr>
        <w:pict>
          <v:shape id="_x0000_s2066" type="#_x0000_t202" style="position:absolute;margin-left:254.1pt;margin-top:224.95pt;width:4in;height:100.8pt;z-index:251682816;mso-wrap-edited:f;mso-position-horizontal-relative:page;mso-position-vertical-relative:page" wrapcoords="0 0 21600 0 21600 21600 0 21600 0 0" filled="f" stroked="f">
            <v:fill o:detectmouseclick="t"/>
            <v:textbox style="mso-next-textbox:#_x0000_s2066" inset=",7.2pt,,7.2pt">
              <w:txbxContent>
                <w:p w:rsidR="00CA3519" w:rsidRPr="00CA3519" w:rsidRDefault="00CA3519" w:rsidP="00CA3519">
                  <w:pPr>
                    <w:pStyle w:val="Heading1"/>
                    <w:jc w:val="left"/>
                    <w:rPr>
                      <w:rFonts w:ascii="Futura Condensed" w:hAnsi="Futura Condensed"/>
                      <w:sz w:val="60"/>
                    </w:rPr>
                  </w:pPr>
                  <w:r w:rsidRPr="00CA3519">
                    <w:rPr>
                      <w:rFonts w:ascii="Futura Condensed" w:hAnsi="Futura Condensed"/>
                      <w:sz w:val="60"/>
                    </w:rPr>
                    <w:t xml:space="preserve">“La </w:t>
                  </w:r>
                  <w:proofErr w:type="spellStart"/>
                  <w:r w:rsidRPr="00CA3519">
                    <w:rPr>
                      <w:rFonts w:ascii="Futura Condensed" w:hAnsi="Futura Condensed"/>
                      <w:sz w:val="60"/>
                    </w:rPr>
                    <w:t>Semana</w:t>
                  </w:r>
                  <w:proofErr w:type="spellEnd"/>
                  <w:r w:rsidRPr="00CA3519">
                    <w:rPr>
                      <w:rFonts w:ascii="Futura Condensed" w:hAnsi="Futura Condensed"/>
                      <w:sz w:val="60"/>
                    </w:rPr>
                    <w:t xml:space="preserve"> de </w:t>
                  </w:r>
                  <w:proofErr w:type="spellStart"/>
                  <w:r w:rsidRPr="00CA3519">
                    <w:rPr>
                      <w:rFonts w:ascii="Futura Condensed" w:hAnsi="Futura Condensed"/>
                      <w:sz w:val="60"/>
                    </w:rPr>
                    <w:t>Deversión</w:t>
                  </w:r>
                  <w:proofErr w:type="spellEnd"/>
                  <w:r w:rsidRPr="00CA3519">
                    <w:rPr>
                      <w:rFonts w:ascii="Futura Condensed" w:hAnsi="Futura Condensed"/>
                      <w:sz w:val="60"/>
                    </w:rPr>
                    <w:t>”</w:t>
                  </w:r>
                </w:p>
              </w:txbxContent>
            </v:textbox>
            <w10:wrap type="tight" anchorx="page" anchory="page"/>
          </v:shape>
        </w:pict>
      </w:r>
      <w:r w:rsidR="00CA3519">
        <w:rPr>
          <w:noProof/>
        </w:rPr>
        <w:pict>
          <v:shape id="_x0000_s2070" type="#_x0000_t202" style="position:absolute;margin-left:6.5pt;margin-top:7pt;width:535.6pt;height:44.65pt;z-index:251684864;mso-wrap-edited:f;mso-position-horizontal-relative:page;mso-position-vertical-relative:page" wrapcoords="0 0 21600 0 21600 21600 0 21600 0 0" filled="f" stroked="f">
            <v:fill o:detectmouseclick="t"/>
            <v:textbox style="mso-next-textbox:#_x0000_s2070" inset=",0,,0">
              <w:txbxContent>
                <w:p w:rsidR="00CA3519" w:rsidRPr="00CA3519" w:rsidRDefault="00CA3519" w:rsidP="006135E7">
                  <w:pPr>
                    <w:pStyle w:val="Heading-Dark"/>
                    <w:rPr>
                      <w:rFonts w:ascii="Futura Condensed" w:hAnsi="Futura Condensed"/>
                      <w:lang w:val="es-ES_tradnl"/>
                    </w:rPr>
                  </w:pPr>
                  <w:r>
                    <w:rPr>
                      <w:rFonts w:ascii="Futura Condensed" w:hAnsi="Futura Condensed"/>
                    </w:rPr>
                    <w:tab/>
                  </w:r>
                  <w:proofErr w:type="spellStart"/>
                  <w:r w:rsidRPr="00DD54E5">
                    <w:rPr>
                      <w:rFonts w:ascii="Futura Condensed" w:hAnsi="Futura Condensed"/>
                    </w:rPr>
                    <w:t>Lugares</w:t>
                  </w:r>
                  <w:proofErr w:type="spellEnd"/>
                  <w:r>
                    <w:rPr>
                      <w:rFonts w:ascii="Futura Condensed" w:hAnsi="Futura Condensed"/>
                    </w:rPr>
                    <w:t xml:space="preserve"> </w:t>
                  </w:r>
                  <w:r>
                    <w:rPr>
                      <w:rFonts w:ascii="Futura Condensed" w:hAnsi="Futura Condensed"/>
                    </w:rPr>
                    <w:tab/>
                  </w:r>
                  <w:r>
                    <w:rPr>
                      <w:rFonts w:ascii="Futura Condensed" w:hAnsi="Futura Condensed"/>
                    </w:rPr>
                    <w:tab/>
                  </w:r>
                  <w:r>
                    <w:rPr>
                      <w:rFonts w:ascii="Futura Condensed" w:hAnsi="Futura Condensed"/>
                    </w:rPr>
                    <w:tab/>
                  </w:r>
                  <w:r>
                    <w:rPr>
                      <w:rFonts w:ascii="Futura Condensed" w:hAnsi="Futura Condensed"/>
                    </w:rPr>
                    <w:tab/>
                  </w:r>
                  <w:r>
                    <w:rPr>
                      <w:rFonts w:ascii="Futura Condensed" w:hAnsi="Futura Condensed"/>
                    </w:rPr>
                    <w:tab/>
                  </w:r>
                  <w:r>
                    <w:rPr>
                      <w:rFonts w:ascii="Futura Condensed" w:hAnsi="Futura Condensed"/>
                      <w:lang w:val="es-ES_tradnl"/>
                    </w:rPr>
                    <w:t xml:space="preserve">Útiles </w:t>
                  </w:r>
                </w:p>
              </w:txbxContent>
            </v:textbox>
            <w10:wrap type="tight" anchorx="page" anchory="page"/>
          </v:shape>
        </w:pict>
      </w:r>
    </w:p>
    <w:sectPr w:rsidR="006135E7" w:rsidSect="006135E7">
      <w:headerReference w:type="default" r:id="rId10"/>
      <w:headerReference w:type="first" r:id="rId11"/>
      <w:pgSz w:w="15840" w:h="12240" w:orient="landscape"/>
      <w:pgMar w:top="720" w:right="720" w:bottom="720" w:left="720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sto MT">
    <w:altName w:val="Copperplate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Futura">
    <w:panose1 w:val="020B0602020204020303"/>
    <w:charset w:val="00"/>
    <w:family w:val="auto"/>
    <w:pitch w:val="variable"/>
    <w:sig w:usb0="00000003" w:usb1="00000000" w:usb2="00000000" w:usb3="00000000" w:csb0="00000001" w:csb1="00000000"/>
  </w:font>
  <w:font w:name="Futura Condensed">
    <w:panose1 w:val="020B0506020204030204"/>
    <w:charset w:val="00"/>
    <w:family w:val="auto"/>
    <w:pitch w:val="variable"/>
    <w:sig w:usb0="00000003" w:usb1="00000000" w:usb2="00000000" w:usb3="00000000" w:csb0="00000001" w:csb1="00000000"/>
  </w:font>
  <w:font w:name="Droid Sans">
    <w:altName w:val="Genev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519" w:rsidRDefault="00CA3519">
    <w:pPr>
      <w:pStyle w:val="Header"/>
    </w:pPr>
    <w:r w:rsidRPr="00C23F5F">
      <w:rPr>
        <w:noProof/>
      </w:rPr>
      <w:drawing>
        <wp:anchor distT="0" distB="0" distL="118745" distR="118745" simplePos="0" relativeHeight="251661317" behindDoc="0" locked="0" layoutInCell="1" allowOverlap="1">
          <wp:simplePos x="5486400" y="8229600"/>
          <wp:positionH relativeFrom="page">
            <wp:posOffset>455058</wp:posOffset>
          </wp:positionH>
          <wp:positionV relativeFrom="page">
            <wp:posOffset>462708</wp:posOffset>
          </wp:positionV>
          <wp:extent cx="9151650" cy="6874526"/>
          <wp:effectExtent l="25400" t="0" r="0" b="0"/>
          <wp:wrapNone/>
          <wp:docPr id="3" name="" descr="InteriorOverla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riorOverlay.png"/>
                  <pic:cNvPicPr/>
                </pic:nvPicPr>
                <pic:blipFill>
                  <a:blip r:embed="rId1"/>
                  <a:srcRect t="619"/>
                  <a:stretch>
                    <a:fillRect/>
                  </a:stretch>
                </pic:blipFill>
                <pic:spPr>
                  <a:xfrm>
                    <a:off x="0" y="0"/>
                    <a:ext cx="9151650" cy="68745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pict>
        <v:rect id="_x0000_s1026" style="position:absolute;margin-left:36.7pt;margin-top:36.7pt;width:718.55pt;height:538.55pt;z-index:251659262;mso-position-horizontal-relative:page;mso-position-vertical-relative:page" fillcolor="#0b2e67 [3215]" stroked="f" strokecolor="#4a7ebb" strokeweight="1.5pt">
          <v:fill color2="#3472ba [3214]" o:detectmouseclick="t" focusposition="" focussize=",90" focus="100%" type="gradient"/>
          <v:shadow opacity="22938f" mv:blur="38100f" offset="0,2pt"/>
          <v:textbox inset=",7.2pt,,7.2pt"/>
          <w10:wrap anchorx="page" anchory="page"/>
        </v:rect>
      </w:pic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519" w:rsidRDefault="00CA3519">
    <w:pPr>
      <w:pStyle w:val="Header"/>
    </w:pPr>
    <w:r w:rsidRPr="00F915F9">
      <w:rPr>
        <w:noProof/>
      </w:rPr>
      <w:drawing>
        <wp:anchor distT="0" distB="0" distL="118745" distR="118745" simplePos="0" relativeHeight="251661315" behindDoc="0" locked="0" layoutInCell="1" allowOverlap="1">
          <wp:simplePos x="5486400" y="8229600"/>
          <wp:positionH relativeFrom="page">
            <wp:posOffset>455058</wp:posOffset>
          </wp:positionH>
          <wp:positionV relativeFrom="page">
            <wp:posOffset>462708</wp:posOffset>
          </wp:positionV>
          <wp:extent cx="9150164" cy="6896559"/>
          <wp:effectExtent l="25400" t="0" r="0" b="0"/>
          <wp:wrapNone/>
          <wp:docPr id="2" name="" descr="CoverOverla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verOverlay.png"/>
                  <pic:cNvPicPr/>
                </pic:nvPicPr>
                <pic:blipFill>
                  <a:blip r:embed="rId1"/>
                  <a:srcRect l="468" r="374" b="1238"/>
                  <a:stretch>
                    <a:fillRect/>
                  </a:stretch>
                </pic:blipFill>
                <pic:spPr>
                  <a:xfrm>
                    <a:off x="0" y="0"/>
                    <a:ext cx="9150164" cy="68965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pict>
        <v:rect id="_x0000_s1025" style="position:absolute;margin-left:36.7pt;margin-top:36.7pt;width:718.55pt;height:538.55pt;z-index:251661313;mso-position-horizontal-relative:page;mso-position-vertical-relative:page" fillcolor="#0b2e67 [3215]" stroked="f" strokecolor="#4a7ebb" strokeweight="1.5pt">
          <v:fill color2="#3472ba [3214]" o:detectmouseclick="t" focusposition="" focussize=",90" type="gradient"/>
          <v:shadow opacity="22938f" mv:blur="38100f" offset="0,2pt"/>
          <v:textbox inset=",7.2pt,,7.2pt"/>
          <w10:wrap anchorx="page" anchory="page"/>
        </v:rect>
      </w:pic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2CE7626"/>
    <w:lvl w:ilvl="0">
      <w:start w:val="1"/>
      <w:numFmt w:val="bullet"/>
      <w:pStyle w:val="Titl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9525BC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revisionView w:markup="0"/>
  <w:doNotTrackMoves/>
  <w:defaultTabStop w:val="720"/>
  <w:displayHorizontalDrawingGridEvery w:val="0"/>
  <w:displayVerticalDrawingGridEvery w:val="0"/>
  <w:doNotUseMarginsForDrawingGridOrigin/>
  <w:characterSpacingControl w:val="doNotCompress"/>
  <w:savePreviewPicture/>
  <w:hdrShapeDefaults>
    <o:shapedefaults v:ext="edit" spidmax="34818">
      <o:colormenu v:ext="edit" strokecolor="none"/>
    </o:shapedefaults>
    <o:shapelayout v:ext="edit">
      <o:idmap v:ext="edit" data="1"/>
    </o:shapelayout>
  </w:hdrShapeDefaults>
  <w:compat>
    <w:useFELayout/>
    <w:splitPgBreakAndParaMark/>
  </w:compat>
  <w:docVars>
    <w:docVar w:name="_PubVPasteboard_" w:val="7"/>
    <w:docVar w:name="OpenInPublishingView" w:val="0"/>
    <w:docVar w:name="ShowDynamicGuides" w:val="1"/>
    <w:docVar w:name="ShowMarginGuides" w:val="0"/>
    <w:docVar w:name="ShowOutlines" w:val="0"/>
    <w:docVar w:name="ShowStaticGuides" w:val="1"/>
  </w:docVars>
  <w:rsids>
    <w:rsidRoot w:val="006135E7"/>
  </w:rsids>
  <m:mathPr>
    <m:mathFont m:val="Futura Condense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>
      <o:colormenu v:ext="edit" strokecolor="none"/>
    </o:shapedefaults>
    <o:shapelayout v:ext="edit">
      <o:idmap v:ext="edit" data="2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">
    <w:name w:val="Normal"/>
    <w:qFormat/>
    <w:rsid w:val="00752277"/>
  </w:style>
  <w:style w:type="paragraph" w:styleId="Heading1">
    <w:name w:val="heading 1"/>
    <w:basedOn w:val="Normal"/>
    <w:next w:val="Normal"/>
    <w:link w:val="Heading1Char"/>
    <w:qFormat/>
    <w:rsid w:val="00D52390"/>
    <w:pPr>
      <w:keepNext/>
      <w:keepLines/>
      <w:spacing w:after="120"/>
      <w:jc w:val="center"/>
      <w:outlineLvl w:val="0"/>
    </w:pPr>
    <w:rPr>
      <w:rFonts w:asciiTheme="majorHAnsi" w:eastAsiaTheme="majorEastAsia" w:hAnsiTheme="majorHAnsi" w:cstheme="majorBidi"/>
      <w:bCs/>
      <w:color w:val="FFFFFF" w:themeColor="background1"/>
      <w:sz w:val="64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F5905"/>
    <w:pPr>
      <w:keepNext/>
      <w:keepLines/>
      <w:spacing w:after="60"/>
      <w:jc w:val="center"/>
      <w:outlineLvl w:val="1"/>
    </w:pPr>
    <w:rPr>
      <w:rFonts w:asciiTheme="majorHAnsi" w:eastAsiaTheme="majorEastAsia" w:hAnsiTheme="majorHAnsi" w:cstheme="majorBidi"/>
      <w:bCs/>
      <w:color w:val="FFFFFF" w:themeColor="background1"/>
      <w:sz w:val="3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A2EA8"/>
    <w:pPr>
      <w:jc w:val="center"/>
      <w:outlineLvl w:val="2"/>
    </w:pPr>
    <w:rPr>
      <w:rFonts w:asciiTheme="majorHAnsi" w:eastAsiaTheme="majorEastAsia" w:hAnsiTheme="majorHAnsi" w:cstheme="majorBidi"/>
      <w:bCs/>
      <w:color w:val="FFFFFF" w:themeColor="background1"/>
      <w:sz w:val="28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6548F"/>
    <w:pPr>
      <w:spacing w:line="264" w:lineRule="auto"/>
      <w:jc w:val="right"/>
      <w:outlineLvl w:val="3"/>
    </w:pPr>
    <w:rPr>
      <w:rFonts w:asciiTheme="majorHAnsi" w:eastAsiaTheme="majorEastAsia" w:hAnsiTheme="majorHAnsi" w:cstheme="majorBidi"/>
      <w:bCs/>
      <w:iCs/>
      <w:color w:val="262626" w:themeColor="text1" w:themeTint="D9"/>
      <w:sz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semiHidden/>
    <w:unhideWhenUsed/>
    <w:rsid w:val="00D6066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60663"/>
  </w:style>
  <w:style w:type="paragraph" w:styleId="Footer">
    <w:name w:val="footer"/>
    <w:basedOn w:val="Normal"/>
    <w:link w:val="FooterChar"/>
    <w:unhideWhenUsed/>
    <w:rsid w:val="0016548F"/>
    <w:pPr>
      <w:spacing w:line="360" w:lineRule="auto"/>
      <w:jc w:val="center"/>
    </w:pPr>
    <w:rPr>
      <w:color w:val="262626" w:themeColor="text1" w:themeTint="D9"/>
      <w:sz w:val="18"/>
    </w:rPr>
  </w:style>
  <w:style w:type="character" w:customStyle="1" w:styleId="FooterChar">
    <w:name w:val="Footer Char"/>
    <w:basedOn w:val="DefaultParagraphFont"/>
    <w:link w:val="Footer"/>
    <w:rsid w:val="0016548F"/>
    <w:rPr>
      <w:color w:val="262626" w:themeColor="text1" w:themeTint="D9"/>
      <w:sz w:val="18"/>
    </w:rPr>
  </w:style>
  <w:style w:type="paragraph" w:styleId="BodyText">
    <w:name w:val="Body Text"/>
    <w:basedOn w:val="Normal"/>
    <w:link w:val="BodyTextChar"/>
    <w:unhideWhenUsed/>
    <w:rsid w:val="00D52390"/>
    <w:pPr>
      <w:spacing w:after="120"/>
      <w:jc w:val="center"/>
    </w:pPr>
    <w:rPr>
      <w:color w:val="FFFFFF" w:themeColor="background1"/>
      <w:sz w:val="22"/>
    </w:rPr>
  </w:style>
  <w:style w:type="character" w:customStyle="1" w:styleId="BodyTextChar">
    <w:name w:val="Body Text Char"/>
    <w:basedOn w:val="DefaultParagraphFont"/>
    <w:link w:val="BodyText"/>
    <w:rsid w:val="00D52390"/>
    <w:rPr>
      <w:color w:val="FFFFFF" w:themeColor="background1"/>
      <w:sz w:val="22"/>
    </w:rPr>
  </w:style>
  <w:style w:type="paragraph" w:styleId="Title">
    <w:name w:val="Title"/>
    <w:basedOn w:val="Normal"/>
    <w:next w:val="Normal"/>
    <w:link w:val="TitleChar"/>
    <w:qFormat/>
    <w:rsid w:val="00CC0870"/>
    <w:pPr>
      <w:spacing w:line="1240" w:lineRule="exact"/>
      <w:jc w:val="center"/>
    </w:pPr>
    <w:rPr>
      <w:rFonts w:asciiTheme="majorHAnsi" w:eastAsiaTheme="majorEastAsia" w:hAnsiTheme="majorHAnsi" w:cstheme="majorBidi"/>
      <w:color w:val="FFFFFF" w:themeColor="background1"/>
      <w:kern w:val="22"/>
      <w:sz w:val="120"/>
      <w:szCs w:val="52"/>
    </w:rPr>
  </w:style>
  <w:style w:type="character" w:customStyle="1" w:styleId="TitleChar">
    <w:name w:val="Title Char"/>
    <w:basedOn w:val="DefaultParagraphFont"/>
    <w:link w:val="Title"/>
    <w:rsid w:val="00CC0870"/>
    <w:rPr>
      <w:rFonts w:asciiTheme="majorHAnsi" w:eastAsiaTheme="majorEastAsia" w:hAnsiTheme="majorHAnsi" w:cstheme="majorBidi"/>
      <w:color w:val="FFFFFF" w:themeColor="background1"/>
      <w:kern w:val="22"/>
      <w:sz w:val="120"/>
      <w:szCs w:val="52"/>
    </w:rPr>
  </w:style>
  <w:style w:type="paragraph" w:styleId="Subtitle">
    <w:name w:val="Subtitle"/>
    <w:basedOn w:val="Normal"/>
    <w:next w:val="Normal"/>
    <w:link w:val="SubtitleChar"/>
    <w:qFormat/>
    <w:rsid w:val="00CC0870"/>
    <w:pPr>
      <w:numPr>
        <w:ilvl w:val="1"/>
      </w:numPr>
      <w:jc w:val="center"/>
    </w:pPr>
    <w:rPr>
      <w:rFonts w:asciiTheme="majorHAnsi" w:eastAsiaTheme="majorEastAsia" w:hAnsiTheme="majorHAnsi" w:cstheme="majorBidi"/>
      <w:iCs/>
      <w:color w:val="FFFFFF" w:themeColor="background1"/>
      <w:sz w:val="56"/>
    </w:rPr>
  </w:style>
  <w:style w:type="character" w:customStyle="1" w:styleId="SubtitleChar">
    <w:name w:val="Subtitle Char"/>
    <w:basedOn w:val="DefaultParagraphFont"/>
    <w:link w:val="Subtitle"/>
    <w:rsid w:val="00CC0870"/>
    <w:rPr>
      <w:rFonts w:asciiTheme="majorHAnsi" w:eastAsiaTheme="majorEastAsia" w:hAnsiTheme="majorHAnsi" w:cstheme="majorBidi"/>
      <w:iCs/>
      <w:color w:val="FFFFFF" w:themeColor="background1"/>
      <w:sz w:val="56"/>
    </w:rPr>
  </w:style>
  <w:style w:type="character" w:customStyle="1" w:styleId="Heading1Char">
    <w:name w:val="Heading 1 Char"/>
    <w:basedOn w:val="DefaultParagraphFont"/>
    <w:link w:val="Heading1"/>
    <w:rsid w:val="00D52390"/>
    <w:rPr>
      <w:rFonts w:asciiTheme="majorHAnsi" w:eastAsiaTheme="majorEastAsia" w:hAnsiTheme="majorHAnsi" w:cstheme="majorBidi"/>
      <w:bCs/>
      <w:color w:val="FFFFFF" w:themeColor="background1"/>
      <w:sz w:val="64"/>
      <w:szCs w:val="32"/>
    </w:rPr>
  </w:style>
  <w:style w:type="character" w:customStyle="1" w:styleId="Heading2Char">
    <w:name w:val="Heading 2 Char"/>
    <w:basedOn w:val="DefaultParagraphFont"/>
    <w:link w:val="Heading2"/>
    <w:semiHidden/>
    <w:rsid w:val="00BF5905"/>
    <w:rPr>
      <w:rFonts w:asciiTheme="majorHAnsi" w:eastAsiaTheme="majorEastAsia" w:hAnsiTheme="majorHAnsi" w:cstheme="majorBidi"/>
      <w:bCs/>
      <w:color w:val="FFFFFF" w:themeColor="background1"/>
      <w:sz w:val="36"/>
      <w:szCs w:val="26"/>
    </w:rPr>
  </w:style>
  <w:style w:type="paragraph" w:styleId="BodyTextFirstIndent2">
    <w:name w:val="Body Text First Indent 2"/>
    <w:link w:val="BodyTextFirstIndent2Char"/>
    <w:semiHidden/>
    <w:unhideWhenUsed/>
    <w:rsid w:val="00D52390"/>
    <w:pPr>
      <w:ind w:firstLine="360"/>
    </w:pPr>
  </w:style>
  <w:style w:type="character" w:customStyle="1" w:styleId="BodyTextFirstIndent2Char">
    <w:name w:val="Body Text First Indent 2 Char"/>
    <w:basedOn w:val="Heading2Char"/>
    <w:link w:val="BodyTextFirstIndent2"/>
    <w:semiHidden/>
    <w:rsid w:val="00D52390"/>
  </w:style>
  <w:style w:type="character" w:customStyle="1" w:styleId="Heading3Char">
    <w:name w:val="Heading 3 Char"/>
    <w:basedOn w:val="DefaultParagraphFont"/>
    <w:link w:val="Heading3"/>
    <w:semiHidden/>
    <w:rsid w:val="008A2EA8"/>
    <w:rPr>
      <w:rFonts w:asciiTheme="majorHAnsi" w:eastAsiaTheme="majorEastAsia" w:hAnsiTheme="majorHAnsi" w:cstheme="majorBidi"/>
      <w:bCs/>
      <w:color w:val="FFFFFF" w:themeColor="background1"/>
      <w:sz w:val="28"/>
    </w:rPr>
  </w:style>
  <w:style w:type="paragraph" w:customStyle="1" w:styleId="Organization">
    <w:name w:val="Organization"/>
    <w:basedOn w:val="Normal"/>
    <w:qFormat/>
    <w:rsid w:val="00D52390"/>
    <w:pPr>
      <w:jc w:val="center"/>
    </w:pPr>
    <w:rPr>
      <w:color w:val="3472BA" w:themeColor="background2"/>
      <w:sz w:val="36"/>
    </w:rPr>
  </w:style>
  <w:style w:type="paragraph" w:customStyle="1" w:styleId="Title-Dark">
    <w:name w:val="Title - Dark"/>
    <w:basedOn w:val="Normal"/>
    <w:qFormat/>
    <w:rsid w:val="00D5529F"/>
    <w:pPr>
      <w:jc w:val="right"/>
    </w:pPr>
    <w:rPr>
      <w:rFonts w:asciiTheme="majorHAnsi" w:hAnsiTheme="majorHAnsi"/>
      <w:color w:val="3472BA" w:themeColor="background2"/>
      <w:sz w:val="64"/>
    </w:rPr>
  </w:style>
  <w:style w:type="character" w:customStyle="1" w:styleId="Heading4Char">
    <w:name w:val="Heading 4 Char"/>
    <w:basedOn w:val="DefaultParagraphFont"/>
    <w:link w:val="Heading4"/>
    <w:semiHidden/>
    <w:rsid w:val="0016548F"/>
    <w:rPr>
      <w:rFonts w:asciiTheme="majorHAnsi" w:eastAsiaTheme="majorEastAsia" w:hAnsiTheme="majorHAnsi" w:cstheme="majorBidi"/>
      <w:bCs/>
      <w:iCs/>
      <w:color w:val="262626" w:themeColor="text1" w:themeTint="D9"/>
      <w:sz w:val="28"/>
    </w:rPr>
  </w:style>
  <w:style w:type="paragraph" w:customStyle="1" w:styleId="BodyText-Left">
    <w:name w:val="Body Text - Left"/>
    <w:basedOn w:val="BodyText"/>
    <w:qFormat/>
    <w:rsid w:val="0016548F"/>
    <w:pPr>
      <w:jc w:val="left"/>
    </w:pPr>
  </w:style>
  <w:style w:type="paragraph" w:customStyle="1" w:styleId="Heading-Dark">
    <w:name w:val="Heading - Dark"/>
    <w:basedOn w:val="Normal"/>
    <w:qFormat/>
    <w:rsid w:val="00D5529F"/>
    <w:pPr>
      <w:jc w:val="both"/>
    </w:pPr>
    <w:rPr>
      <w:rFonts w:asciiTheme="majorHAnsi" w:eastAsiaTheme="majorEastAsia" w:hAnsiTheme="majorHAnsi" w:cstheme="majorBidi"/>
      <w:color w:val="3472BA" w:themeColor="background2"/>
      <w:sz w:val="72"/>
    </w:rPr>
  </w:style>
  <w:style w:type="paragraph" w:customStyle="1" w:styleId="BodyText-Dark">
    <w:name w:val="Body Text - Dark"/>
    <w:basedOn w:val="Heading-Dark"/>
    <w:qFormat/>
    <w:rsid w:val="0016548F"/>
    <w:pPr>
      <w:spacing w:after="120"/>
    </w:pPr>
    <w:rPr>
      <w:color w:val="262626" w:themeColor="text1" w:themeTint="D9"/>
      <w:sz w:val="24"/>
    </w:rPr>
  </w:style>
  <w:style w:type="paragraph" w:styleId="NormalWeb">
    <w:name w:val="Normal (Web)"/>
    <w:basedOn w:val="Normal"/>
    <w:uiPriority w:val="99"/>
    <w:rsid w:val="006135E7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CA35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08:Office:Media:Templates:Brochures:Float%20Trifold%20Brochure.dotx" TargetMode="External"/></Relationships>
</file>

<file path=word/theme/theme1.xml><?xml version="1.0" encoding="utf-8"?>
<a:theme xmlns:a="http://schemas.openxmlformats.org/drawingml/2006/main" name="Office Theme">
  <a:themeElements>
    <a:clrScheme name="Float Trifold Brochure">
      <a:dk1>
        <a:sysClr val="windowText" lastClr="000000"/>
      </a:dk1>
      <a:lt1>
        <a:sysClr val="window" lastClr="FFFFFF"/>
      </a:lt1>
      <a:dk2>
        <a:srgbClr val="0B2E67"/>
      </a:dk2>
      <a:lt2>
        <a:srgbClr val="3472BA"/>
      </a:lt2>
      <a:accent1>
        <a:srgbClr val="7EB606"/>
      </a:accent1>
      <a:accent2>
        <a:srgbClr val="F4A409"/>
      </a:accent2>
      <a:accent3>
        <a:srgbClr val="EED502"/>
      </a:accent3>
      <a:accent4>
        <a:srgbClr val="DE2A00"/>
      </a:accent4>
      <a:accent5>
        <a:srgbClr val="40B9CF"/>
      </a:accent5>
      <a:accent6>
        <a:srgbClr val="D12BF4"/>
      </a:accent6>
      <a:hlink>
        <a:srgbClr val="87EF59"/>
      </a:hlink>
      <a:folHlink>
        <a:srgbClr val="9DC5F8"/>
      </a:folHlink>
    </a:clrScheme>
    <a:fontScheme name="Float Trifold Brochure">
      <a:majorFont>
        <a:latin typeface="Calisto MT"/>
        <a:ea typeface=""/>
        <a:cs typeface=""/>
        <a:font script="Jpan" typeface="ＭＳ Ｐ明朝"/>
      </a:majorFont>
      <a:minorFont>
        <a:latin typeface="Calisto MT"/>
        <a:ea typeface=""/>
        <a:cs typeface=""/>
        <a:font script="Jpan" typeface="ＭＳ Ｐ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Float Trifold Brochure.dotx</Template>
  <TotalTime>1</TotalTime>
  <Pages>2</Pages>
  <Words>3</Words>
  <Characters>21</Characters>
  <Application>Microsoft Macintosh Word</Application>
  <DocSecurity>0</DocSecurity>
  <Lines>1</Lines>
  <Paragraphs>1</Paragraphs>
  <ScaleCrop>false</ScaleCrop>
  <Manager/>
  <Company/>
  <LinksUpToDate>false</LinksUpToDate>
  <CharactersWithSpaces>25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2</cp:revision>
  <dcterms:created xsi:type="dcterms:W3CDTF">2014-01-16T19:04:00Z</dcterms:created>
  <dcterms:modified xsi:type="dcterms:W3CDTF">2014-01-16T19:04:00Z</dcterms:modified>
  <cp:category/>
</cp:coreProperties>
</file>